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ACCA4D" w14:textId="48649251" w:rsidR="008B29D8" w:rsidRPr="008B29D8" w:rsidRDefault="008B29D8" w:rsidP="008B29D8">
      <w:pPr>
        <w:tabs>
          <w:tab w:val="left" w:pos="284"/>
        </w:tabs>
        <w:spacing w:before="120" w:after="0" w:line="240" w:lineRule="auto"/>
        <w:jc w:val="center"/>
        <w:rPr>
          <w:rFonts w:ascii="Times New Roman" w:hAnsi="Times New Roman" w:cs="Times New Roman"/>
          <w:b/>
          <w:bCs/>
          <w:spacing w:val="-6"/>
          <w:sz w:val="24"/>
          <w:szCs w:val="24"/>
        </w:rPr>
      </w:pPr>
      <w:r w:rsidRPr="008B29D8">
        <w:rPr>
          <w:rFonts w:ascii="Times New Roman" w:hAnsi="Times New Roman" w:cs="Times New Roman"/>
          <w:b/>
          <w:bCs/>
          <w:spacing w:val="-6"/>
          <w:sz w:val="24"/>
          <w:szCs w:val="24"/>
        </w:rPr>
        <w:t>Informacja o przetwarzaniu danych osobowych</w:t>
      </w:r>
    </w:p>
    <w:p w14:paraId="554E05B1" w14:textId="77777777" w:rsidR="008B29D8" w:rsidRDefault="008B29D8" w:rsidP="008B29D8">
      <w:pPr>
        <w:tabs>
          <w:tab w:val="left" w:pos="284"/>
        </w:tabs>
        <w:spacing w:before="120" w:after="0" w:line="240" w:lineRule="auto"/>
        <w:jc w:val="center"/>
        <w:rPr>
          <w:rFonts w:ascii="Times New Roman" w:hAnsi="Times New Roman" w:cs="Times New Roman"/>
          <w:b/>
          <w:bCs/>
          <w:spacing w:val="-6"/>
        </w:rPr>
      </w:pPr>
    </w:p>
    <w:p w14:paraId="1A77A283" w14:textId="4383003C" w:rsidR="009D163F" w:rsidRPr="00B9681E" w:rsidRDefault="009D163F" w:rsidP="009D163F">
      <w:pPr>
        <w:tabs>
          <w:tab w:val="left" w:pos="284"/>
        </w:tabs>
        <w:spacing w:before="120" w:after="0" w:line="240" w:lineRule="auto"/>
        <w:ind w:left="284" w:hanging="284"/>
        <w:jc w:val="center"/>
        <w:rPr>
          <w:rFonts w:ascii="Times New Roman" w:hAnsi="Times New Roman" w:cs="Times New Roman"/>
          <w:b/>
          <w:bCs/>
          <w:spacing w:val="-6"/>
        </w:rPr>
      </w:pPr>
      <w:r w:rsidRPr="00B9681E">
        <w:rPr>
          <w:rFonts w:ascii="Times New Roman" w:hAnsi="Times New Roman" w:cs="Times New Roman"/>
          <w:b/>
          <w:bCs/>
          <w:spacing w:val="-6"/>
        </w:rPr>
        <w:t xml:space="preserve">Informacja o przetwarzaniu danych osobowych przez </w:t>
      </w:r>
      <w:r>
        <w:rPr>
          <w:rFonts w:ascii="Times New Roman" w:hAnsi="Times New Roman" w:cs="Times New Roman"/>
          <w:b/>
          <w:bCs/>
          <w:spacing w:val="-6"/>
        </w:rPr>
        <w:t>Samorząd</w:t>
      </w:r>
      <w:r w:rsidRPr="00B9681E">
        <w:rPr>
          <w:rFonts w:ascii="Times New Roman" w:hAnsi="Times New Roman" w:cs="Times New Roman"/>
          <w:b/>
          <w:bCs/>
          <w:spacing w:val="-6"/>
        </w:rPr>
        <w:t xml:space="preserve"> Województwa</w:t>
      </w:r>
    </w:p>
    <w:p w14:paraId="7AA22ADE" w14:textId="77777777" w:rsidR="009D163F" w:rsidRPr="00B9681E" w:rsidRDefault="009D163F" w:rsidP="009D163F">
      <w:pPr>
        <w:spacing w:before="120" w:after="0" w:line="240" w:lineRule="auto"/>
        <w:jc w:val="both"/>
        <w:rPr>
          <w:rFonts w:ascii="Times New Roman" w:hAnsi="Times New Roman" w:cs="Times New Roman"/>
          <w:spacing w:val="-6"/>
        </w:rPr>
      </w:pPr>
      <w:r w:rsidRPr="00B9681E">
        <w:rPr>
          <w:rFonts w:ascii="Times New Roman" w:hAnsi="Times New Roman" w:cs="Times New Roman"/>
          <w:spacing w:val="-6"/>
        </w:rPr>
        <w:t xml:space="preserve">W związku z treścią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sprost. Dz. Urz. UE L 127 z 23.05.2018, str. 2 oraz sprost. Dz. Urz. UE L z 74 04.03.2021, str. 35), dalej: RODO, </w:t>
      </w:r>
      <w:r>
        <w:rPr>
          <w:rFonts w:ascii="Times New Roman" w:hAnsi="Times New Roman" w:cs="Times New Roman"/>
          <w:spacing w:val="-6"/>
        </w:rPr>
        <w:t xml:space="preserve">Samorząd </w:t>
      </w:r>
      <w:r w:rsidRPr="00B9681E">
        <w:rPr>
          <w:rFonts w:ascii="Times New Roman" w:hAnsi="Times New Roman" w:cs="Times New Roman"/>
          <w:spacing w:val="-6"/>
        </w:rPr>
        <w:t>Województwa informuje, że:</w:t>
      </w:r>
    </w:p>
    <w:p w14:paraId="3A537817" w14:textId="77777777" w:rsidR="009D163F" w:rsidRPr="00EB3F50" w:rsidRDefault="009D163F" w:rsidP="009D163F">
      <w:pPr>
        <w:pStyle w:val="Akapitzlist"/>
        <w:numPr>
          <w:ilvl w:val="0"/>
          <w:numId w:val="2"/>
        </w:numPr>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Administratorem Pani/Pana danych osobowych (dalej: „Administrator”) jest Samorząd Województwa </w:t>
      </w:r>
      <w:r w:rsidRPr="005A015C">
        <w:rPr>
          <w:rFonts w:ascii="Times New Roman" w:hAnsi="Times New Roman" w:cs="Times New Roman"/>
          <w:color w:val="4472C4" w:themeColor="accent1"/>
          <w:spacing w:val="-6"/>
        </w:rPr>
        <w:t>[dane SW pobierane ze sprawy]</w:t>
      </w:r>
      <w:r w:rsidRPr="00EB3F50">
        <w:rPr>
          <w:rFonts w:ascii="Times New Roman" w:hAnsi="Times New Roman" w:cs="Times New Roman"/>
          <w:spacing w:val="-6"/>
        </w:rPr>
        <w:t xml:space="preserve"> z siedzibą w </w:t>
      </w:r>
      <w:r w:rsidRPr="005A015C">
        <w:rPr>
          <w:rFonts w:ascii="Times New Roman" w:hAnsi="Times New Roman" w:cs="Times New Roman"/>
          <w:color w:val="4472C4" w:themeColor="accent1"/>
          <w:spacing w:val="-6"/>
        </w:rPr>
        <w:t>[adres SW]</w:t>
      </w:r>
      <w:r w:rsidRPr="00EB3F50">
        <w:rPr>
          <w:rFonts w:ascii="Times New Roman" w:hAnsi="Times New Roman" w:cs="Times New Roman"/>
          <w:spacing w:val="-6"/>
        </w:rPr>
        <w:t xml:space="preserve">. Z Administratorem można kontaktować się poprzez e-mail: </w:t>
      </w:r>
      <w:r w:rsidRPr="005A015C">
        <w:rPr>
          <w:rFonts w:ascii="Times New Roman" w:hAnsi="Times New Roman" w:cs="Times New Roman"/>
          <w:color w:val="4472C4" w:themeColor="accent1"/>
          <w:spacing w:val="-6"/>
        </w:rPr>
        <w:t>[wpisać e-mail SW]</w:t>
      </w:r>
      <w:r w:rsidRPr="00EB3F50">
        <w:rPr>
          <w:rFonts w:ascii="Times New Roman" w:hAnsi="Times New Roman" w:cs="Times New Roman"/>
          <w:spacing w:val="-6"/>
        </w:rPr>
        <w:t xml:space="preserve"> lub pisemnie na adres korespondencyjny </w:t>
      </w:r>
      <w:r w:rsidRPr="005A015C">
        <w:rPr>
          <w:rFonts w:ascii="Times New Roman" w:hAnsi="Times New Roman" w:cs="Times New Roman"/>
          <w:color w:val="4472C4" w:themeColor="accent1"/>
          <w:spacing w:val="-6"/>
        </w:rPr>
        <w:t>[adres SW]</w:t>
      </w:r>
      <w:r w:rsidRPr="00EB3F50">
        <w:rPr>
          <w:rFonts w:ascii="Times New Roman" w:hAnsi="Times New Roman" w:cs="Times New Roman"/>
          <w:spacing w:val="-6"/>
        </w:rPr>
        <w:t xml:space="preserve">. </w:t>
      </w:r>
    </w:p>
    <w:p w14:paraId="2F32E47F" w14:textId="232B8A4C" w:rsidR="009D163F" w:rsidRPr="00EB3F50"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w:t>
      </w:r>
      <w:r w:rsidRPr="005A015C">
        <w:rPr>
          <w:rFonts w:ascii="Times New Roman" w:hAnsi="Times New Roman" w:cs="Times New Roman"/>
          <w:color w:val="4472C4" w:themeColor="accent1"/>
          <w:spacing w:val="-6"/>
        </w:rPr>
        <w:t>[</w:t>
      </w:r>
      <w:r w:rsidR="005A015C">
        <w:rPr>
          <w:rFonts w:ascii="Times New Roman" w:hAnsi="Times New Roman" w:cs="Times New Roman"/>
          <w:color w:val="4472C4" w:themeColor="accent1"/>
          <w:spacing w:val="-6"/>
        </w:rPr>
        <w:t>adres</w:t>
      </w:r>
      <w:r w:rsidRPr="005A015C">
        <w:rPr>
          <w:rFonts w:ascii="Times New Roman" w:hAnsi="Times New Roman" w:cs="Times New Roman"/>
          <w:color w:val="4472C4" w:themeColor="accent1"/>
          <w:spacing w:val="-6"/>
        </w:rPr>
        <w:t xml:space="preserve"> e-mail IOD</w:t>
      </w:r>
      <w:r w:rsidR="005A015C" w:rsidRPr="005A015C">
        <w:rPr>
          <w:rFonts w:ascii="Times New Roman" w:hAnsi="Times New Roman" w:cs="Times New Roman"/>
          <w:color w:val="4472C4" w:themeColor="accent1"/>
          <w:spacing w:val="-6"/>
        </w:rPr>
        <w:t>_SW</w:t>
      </w:r>
      <w:r w:rsidRPr="005A015C">
        <w:rPr>
          <w:rFonts w:ascii="Times New Roman" w:hAnsi="Times New Roman" w:cs="Times New Roman"/>
          <w:color w:val="4472C4" w:themeColor="accent1"/>
          <w:spacing w:val="-6"/>
        </w:rPr>
        <w:t>]</w:t>
      </w:r>
      <w:r w:rsidRPr="00EB3F50">
        <w:rPr>
          <w:rFonts w:ascii="Times New Roman" w:hAnsi="Times New Roman" w:cs="Times New Roman"/>
          <w:spacing w:val="-6"/>
        </w:rPr>
        <w:t xml:space="preserve"> lub pisemnie na adres korespondencyjny Administratora, wskazany w pkt 1.</w:t>
      </w:r>
    </w:p>
    <w:p w14:paraId="4E74A351"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6BAA49B1"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art. 10 ust. 3, 4 i 5 w związku z art. 81 ustawy z dnia 8 lutego 2023 r. o Planie Strategicznym dla Wspólnej Polityki Rolnej na lata 2023–2027 (Dz.U. 2023 r. poz. 412 i 1530), </w:t>
      </w:r>
    </w:p>
    <w:p w14:paraId="7EDA0162"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ustawy z dnia 20 lutego 2015 r. o rozwoju lokalnym z udziałem lokalnej społeczności (Dz.U. 2023 r. poz. 1554), </w:t>
      </w:r>
    </w:p>
    <w:p w14:paraId="0C7416FF"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5CA2FAFE" w14:textId="7033E91C"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w celu realizacji zadań związanych z przyznaniem, wypłatą i zwrotem pomocy, z wyjątkiem dochodzenia zwrotu kwot pomocy oraz z wyjątkiem dokonywania płatności, o którym mowa w art. 9 ust. 1 akapit 2 Rozporządzenia 2021/2116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sidR="001A2F03">
        <w:rPr>
          <w:rFonts w:ascii="Times New Roman" w:hAnsi="Times New Roman" w:cs="Times New Roman"/>
          <w:spacing w:val="-6"/>
        </w:rPr>
        <w:t>Wdrażanie</w:t>
      </w:r>
      <w:r w:rsidRPr="00B9681E">
        <w:rPr>
          <w:rFonts w:ascii="Times New Roman" w:hAnsi="Times New Roman" w:cs="Times New Roman"/>
          <w:spacing w:val="-6"/>
        </w:rPr>
        <w:t xml:space="preserve"> LSR.</w:t>
      </w:r>
    </w:p>
    <w:p w14:paraId="7383D19D"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230D7118" w14:textId="77777777" w:rsidR="009D163F" w:rsidRPr="00B9681E" w:rsidRDefault="009D163F" w:rsidP="009D163F">
      <w:pPr>
        <w:spacing w:before="120"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55B85F56" w14:textId="77777777" w:rsidR="009D163F" w:rsidRPr="00B9681E" w:rsidRDefault="009D163F" w:rsidP="009D163F">
      <w:pPr>
        <w:tabs>
          <w:tab w:val="left" w:pos="426"/>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 xml:space="preserve">2) podmioty uprawnione do przetwarzania danych osobowych na podstawie przepisów powszechnie </w:t>
      </w:r>
      <w:r w:rsidRPr="00B9681E">
        <w:rPr>
          <w:rFonts w:ascii="Times New Roman" w:hAnsi="Times New Roman" w:cs="Times New Roman"/>
          <w:spacing w:val="-6"/>
        </w:rPr>
        <w:tab/>
        <w:t>obowiązującego prawa,</w:t>
      </w:r>
    </w:p>
    <w:p w14:paraId="1D2E5A3C" w14:textId="77777777" w:rsidR="009D163F" w:rsidRPr="00B9681E" w:rsidRDefault="009D163F" w:rsidP="009D163F">
      <w:pPr>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142CE75F" w14:textId="3E87E6E7" w:rsidR="009D163F" w:rsidRPr="009D163F" w:rsidRDefault="009D163F" w:rsidP="009D163F">
      <w:pPr>
        <w:numPr>
          <w:ilvl w:val="0"/>
          <w:numId w:val="2"/>
        </w:numPr>
        <w:tabs>
          <w:tab w:val="left" w:pos="284"/>
        </w:tabs>
        <w:spacing w:before="120"/>
        <w:ind w:left="284" w:hanging="284"/>
        <w:jc w:val="both"/>
        <w:rPr>
          <w:rFonts w:ascii="Times New Roman" w:hAnsi="Times New Roman" w:cs="Times New Roman"/>
          <w:spacing w:val="-6"/>
        </w:rPr>
      </w:pPr>
      <w:r w:rsidRPr="009D163F">
        <w:rPr>
          <w:rFonts w:ascii="Times New Roman" w:hAnsi="Times New Roman" w:cs="Times New Roman"/>
          <w:spacing w:val="-6"/>
        </w:rPr>
        <w:t xml:space="preserve">Pani/Pana dane osobowe będą przetwarzane przez okres realizacji zadań, o których mowa w pkt 3 okres zobowiązań oraz przez okres 5 lat liczony </w:t>
      </w:r>
      <w:r w:rsidRPr="009D163F">
        <w:rPr>
          <w:rFonts w:ascii="Times New Roman" w:eastAsia="Calibri" w:hAnsi="Times New Roman" w:cs="Times New Roman"/>
          <w:color w:val="000000"/>
        </w:rPr>
        <w:t xml:space="preserve">od dnia następującego po dniu upływu okresu zobowiązań w związku z przyznaniem pomocy </w:t>
      </w:r>
      <w:r w:rsidRPr="009D163F">
        <w:rPr>
          <w:rFonts w:ascii="Times New Roman" w:hAnsi="Times New Roman" w:cs="Times New Roman"/>
          <w:spacing w:val="-6"/>
        </w:rPr>
        <w:t>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31DBA33"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 xml:space="preserve">Przysługuje Pani/Panu prawo dostępu do Pani/Pana danych osobowych, prawo żądania ich sprostowania, usunięcia lub ograniczenia ich przetwarzania, w przypadkach określonych w RODO. </w:t>
      </w:r>
    </w:p>
    <w:p w14:paraId="567D3AC6"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1D44AEB3" w14:textId="0BBC75DF"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lastRenderedPageBreak/>
        <w:t>Podanie danych osobowych na podstawie art. 6 ust. 1 lit. c RODO w umowie o przyznanie pomocy na operacje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Pr>
          <w:rFonts w:ascii="Times New Roman" w:hAnsi="Times New Roman" w:cs="Times New Roman"/>
          <w:spacing w:val="-6"/>
        </w:rPr>
        <w:t>Wdra</w:t>
      </w:r>
      <w:r w:rsidR="00BA16EA">
        <w:rPr>
          <w:rFonts w:ascii="Times New Roman" w:hAnsi="Times New Roman" w:cs="Times New Roman"/>
          <w:spacing w:val="-6"/>
        </w:rPr>
        <w:t>ż</w:t>
      </w:r>
      <w:r>
        <w:rPr>
          <w:rFonts w:ascii="Times New Roman" w:hAnsi="Times New Roman" w:cs="Times New Roman"/>
          <w:spacing w:val="-6"/>
        </w:rPr>
        <w:t>anie</w:t>
      </w:r>
      <w:r w:rsidRPr="00B9681E">
        <w:rPr>
          <w:rFonts w:ascii="Times New Roman" w:hAnsi="Times New Roman" w:cs="Times New Roman"/>
          <w:spacing w:val="-6"/>
        </w:rPr>
        <w:t xml:space="preserve"> LSR, wynika z obowiązku zawartego w przepisach powszechnie obowiązującego prawa, a konsekwencją niepodania tych danych osobowych będzie brak możliwości zawarcia umowy/nieprzyznania pomocy.</w:t>
      </w:r>
    </w:p>
    <w:p w14:paraId="6EEECAA9" w14:textId="77777777" w:rsidR="009D163F" w:rsidRPr="00B9681E" w:rsidRDefault="009D163F" w:rsidP="009D163F">
      <w:pPr>
        <w:tabs>
          <w:tab w:val="left" w:pos="284"/>
        </w:tabs>
        <w:spacing w:before="120" w:after="0" w:line="240" w:lineRule="auto"/>
        <w:jc w:val="both"/>
        <w:rPr>
          <w:rFonts w:ascii="Times New Roman" w:hAnsi="Times New Roman" w:cs="Times New Roman"/>
          <w:spacing w:val="-6"/>
        </w:rPr>
      </w:pPr>
    </w:p>
    <w:p w14:paraId="59E1BA17" w14:textId="77777777" w:rsidR="009D163F" w:rsidRPr="00B9681E" w:rsidRDefault="009D163F" w:rsidP="009D163F">
      <w:pPr>
        <w:spacing w:before="120" w:after="0" w:line="240" w:lineRule="auto"/>
        <w:jc w:val="center"/>
        <w:rPr>
          <w:rFonts w:ascii="Times New Roman" w:hAnsi="Times New Roman" w:cs="Times New Roman"/>
          <w:b/>
          <w:bCs/>
          <w:spacing w:val="-6"/>
        </w:rPr>
      </w:pPr>
      <w:r w:rsidRPr="00B9681E">
        <w:rPr>
          <w:rFonts w:ascii="Times New Roman" w:hAnsi="Times New Roman" w:cs="Times New Roman"/>
          <w:b/>
          <w:bCs/>
          <w:spacing w:val="-6"/>
        </w:rPr>
        <w:t>Informacja o przetwarzaniu danych osobowych przez Agencję Restrukturyzacji i Modernizacji Rolnictwa</w:t>
      </w:r>
    </w:p>
    <w:p w14:paraId="43ACF892" w14:textId="78A484F5" w:rsidR="009D163F" w:rsidRPr="00B9681E" w:rsidRDefault="009D163F" w:rsidP="009D163F">
      <w:pPr>
        <w:spacing w:before="120" w:after="0" w:line="240" w:lineRule="auto"/>
        <w:jc w:val="both"/>
        <w:rPr>
          <w:rFonts w:ascii="Times New Roman" w:hAnsi="Times New Roman" w:cs="Times New Roman"/>
          <w:spacing w:val="-6"/>
        </w:rPr>
      </w:pPr>
      <w:r w:rsidRPr="00B9681E">
        <w:rPr>
          <w:rFonts w:ascii="Times New Roman" w:hAnsi="Times New Roman" w:cs="Times New Roman"/>
          <w:spacing w:val="-6"/>
        </w:rPr>
        <w:t xml:space="preserve">W związku z treścią art. 14 RODO, w odniesieniu do osób fizycznych, których dane osobowe zostały przekazane przez </w:t>
      </w:r>
      <w:r>
        <w:rPr>
          <w:rFonts w:ascii="Times New Roman" w:hAnsi="Times New Roman" w:cs="Times New Roman"/>
          <w:spacing w:val="-6"/>
        </w:rPr>
        <w:t>Samorząd</w:t>
      </w:r>
      <w:r w:rsidRPr="00B9681E">
        <w:rPr>
          <w:rFonts w:ascii="Times New Roman" w:hAnsi="Times New Roman" w:cs="Times New Roman"/>
          <w:spacing w:val="-6"/>
        </w:rPr>
        <w:t xml:space="preserve"> Województwa Agencji Restrukturyzacji i Modernizacji Rolnictwa, w związku ze złożeniem wniosku o przyznanie pomocy finansowej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Pr>
          <w:rFonts w:ascii="Times New Roman" w:hAnsi="Times New Roman" w:cs="Times New Roman"/>
          <w:spacing w:val="-6"/>
        </w:rPr>
        <w:t>Wdrażanie</w:t>
      </w:r>
      <w:r w:rsidRPr="00B9681E">
        <w:rPr>
          <w:rFonts w:ascii="Times New Roman" w:hAnsi="Times New Roman" w:cs="Times New Roman"/>
          <w:spacing w:val="-6"/>
        </w:rPr>
        <w:t xml:space="preserve"> LSR, o których mowa w Planie Strategicznym WPR na lata 2023-2027, Agencja Restrukturyzacji i Modernizacji Rolnictwa informuje, że:</w:t>
      </w:r>
    </w:p>
    <w:p w14:paraId="22732606" w14:textId="77777777" w:rsidR="00BA16EA"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Administratorem Pani/Pana danych osobowych (dalej: „Administrator”) jest Agencja Restrukturyzacji i</w:t>
      </w:r>
      <w:r>
        <w:rPr>
          <w:rFonts w:ascii="Times New Roman" w:hAnsi="Times New Roman" w:cs="Times New Roman"/>
          <w:spacing w:val="-6"/>
        </w:rPr>
        <w:t> </w:t>
      </w:r>
      <w:r w:rsidRPr="00B9681E">
        <w:rPr>
          <w:rFonts w:ascii="Times New Roman" w:hAnsi="Times New Roman" w:cs="Times New Roman"/>
          <w:spacing w:val="-6"/>
        </w:rPr>
        <w:t xml:space="preserve">Modernizacji Rolnictwa z siedzibą w Warszawie, Al. Jana Pawła II nr 70, 00-175 Warszawa. </w:t>
      </w:r>
    </w:p>
    <w:p w14:paraId="5DC8C850" w14:textId="29830568"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Z</w:t>
      </w:r>
      <w:r>
        <w:rPr>
          <w:rFonts w:ascii="Times New Roman" w:hAnsi="Times New Roman" w:cs="Times New Roman"/>
          <w:spacing w:val="-6"/>
        </w:rPr>
        <w:t> </w:t>
      </w:r>
      <w:r w:rsidRPr="00B9681E">
        <w:rPr>
          <w:rFonts w:ascii="Times New Roman" w:hAnsi="Times New Roman" w:cs="Times New Roman"/>
          <w:spacing w:val="-6"/>
        </w:rPr>
        <w:t>Administratorem można kontaktować się poprzez adres e-mail info@arimr.gov.pl lub pisemnie na adres korespondencyjny Centrali Agencji Restrukturyzacji i Modernizacji Rolnictwa, ul. Poleczki 33, 02-822 Warszawa.</w:t>
      </w:r>
    </w:p>
    <w:p w14:paraId="7AB985A4" w14:textId="5F03D587"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w:t>
      </w:r>
      <w:r w:rsidR="00BA16EA">
        <w:rPr>
          <w:rFonts w:ascii="Times New Roman" w:hAnsi="Times New Roman" w:cs="Times New Roman"/>
          <w:spacing w:val="-6"/>
        </w:rPr>
        <w:t>2</w:t>
      </w:r>
      <w:r w:rsidRPr="00B9681E">
        <w:rPr>
          <w:rFonts w:ascii="Times New Roman" w:hAnsi="Times New Roman" w:cs="Times New Roman"/>
          <w:spacing w:val="-6"/>
        </w:rPr>
        <w:t>.</w:t>
      </w:r>
    </w:p>
    <w:p w14:paraId="3A48E9F3" w14:textId="77777777"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1A43F568" w14:textId="77777777" w:rsidR="009D163F" w:rsidRPr="00B9681E" w:rsidRDefault="009D163F" w:rsidP="009D163F">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 xml:space="preserve">art. 10 ust. 3, 4 i 5 w związku z art. 81 ustawy z dnia 8 lutego 2023 r. o Planie Strategicznym dla Wspólnej Polityki Rolnej na lata 2023–2027 (Dz. U. 2023 r. poz. 412 i 1530), </w:t>
      </w:r>
    </w:p>
    <w:p w14:paraId="3C2A605D" w14:textId="77777777" w:rsidR="009D163F" w:rsidRPr="00B9681E" w:rsidRDefault="009D163F" w:rsidP="009D163F">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ustawy z dnia 20 lutego 2015 r. o rozwoju lokalnym z udziałem lokalnej społeczności (Dz. U. 2023 r. poz. 1554),</w:t>
      </w:r>
    </w:p>
    <w:p w14:paraId="40BF917F" w14:textId="77777777" w:rsidR="009D163F" w:rsidRPr="00B9681E" w:rsidRDefault="009D163F" w:rsidP="009D163F">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103D9A71" w14:textId="067DF28F"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w celu realizacji zadań związanych z dochodzeniem zwrotu kwot pomocy oraz dokonywania płatności w</w:t>
      </w:r>
      <w:r>
        <w:rPr>
          <w:rFonts w:ascii="Times New Roman" w:hAnsi="Times New Roman" w:cs="Times New Roman"/>
          <w:spacing w:val="-6"/>
        </w:rPr>
        <w:t> </w:t>
      </w:r>
      <w:r w:rsidRPr="00B9681E">
        <w:rPr>
          <w:rFonts w:ascii="Times New Roman" w:hAnsi="Times New Roman" w:cs="Times New Roman"/>
          <w:spacing w:val="-6"/>
        </w:rPr>
        <w:t>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13.1 LEADER/Rozwój Lokalny Kierowany przez Społeczność (RLKS) – komponent</w:t>
      </w:r>
      <w:r>
        <w:rPr>
          <w:rFonts w:ascii="Times New Roman" w:hAnsi="Times New Roman" w:cs="Times New Roman"/>
          <w:spacing w:val="-6"/>
        </w:rPr>
        <w:t xml:space="preserve"> Wdrażanie</w:t>
      </w:r>
      <w:r w:rsidRPr="00B9681E">
        <w:rPr>
          <w:rFonts w:ascii="Times New Roman" w:hAnsi="Times New Roman" w:cs="Times New Roman"/>
          <w:spacing w:val="-6"/>
        </w:rPr>
        <w:t xml:space="preserve"> LSR.</w:t>
      </w:r>
    </w:p>
    <w:p w14:paraId="265AAAB5" w14:textId="77777777"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Administrator będzie przetwarzał następujące kategorie Pani/Pana danych: dane identyfikacyjne oraz dane kontaktowe.</w:t>
      </w:r>
    </w:p>
    <w:p w14:paraId="7F53AA6E" w14:textId="77777777" w:rsidR="009D163F" w:rsidRPr="00B9681E" w:rsidRDefault="009D163F" w:rsidP="009D163F">
      <w:pPr>
        <w:pStyle w:val="Akapitzlist"/>
        <w:numPr>
          <w:ilvl w:val="0"/>
          <w:numId w:val="1"/>
        </w:numPr>
        <w:tabs>
          <w:tab w:val="left" w:pos="284"/>
        </w:tabs>
        <w:spacing w:before="120" w:after="0" w:line="240" w:lineRule="auto"/>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47BE4582" w14:textId="77777777" w:rsidR="009D163F" w:rsidRPr="00B9681E" w:rsidRDefault="009D163F" w:rsidP="009D163F">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697D5654" w14:textId="77777777" w:rsidR="009D163F" w:rsidRPr="00B9681E" w:rsidRDefault="009D163F" w:rsidP="009D163F">
      <w:pPr>
        <w:tabs>
          <w:tab w:val="left" w:pos="284"/>
          <w:tab w:val="left" w:pos="567"/>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2) podmioty uprawnione do przetwarzania danych osobowych na podstawie przepisów powszechnie obowiązującego prawa,</w:t>
      </w:r>
    </w:p>
    <w:p w14:paraId="0865C703" w14:textId="77777777" w:rsidR="009D163F" w:rsidRPr="00B9681E" w:rsidRDefault="009D163F" w:rsidP="009D163F">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3B05A594" w14:textId="29804B93" w:rsidR="009D163F" w:rsidRPr="009D163F" w:rsidRDefault="009D163F" w:rsidP="009D163F">
      <w:pPr>
        <w:pStyle w:val="Akapitzlist"/>
        <w:numPr>
          <w:ilvl w:val="0"/>
          <w:numId w:val="1"/>
        </w:numPr>
        <w:rPr>
          <w:rFonts w:ascii="Times New Roman" w:hAnsi="Times New Roman" w:cs="Times New Roman"/>
          <w:spacing w:val="-6"/>
        </w:rPr>
      </w:pPr>
      <w:r w:rsidRPr="009D163F">
        <w:rPr>
          <w:rFonts w:ascii="Times New Roman" w:hAnsi="Times New Roman" w:cs="Times New Roman"/>
          <w:spacing w:val="-6"/>
        </w:rPr>
        <w:t>Pani/Pana dane osobowe będą przetwarzane przez okres realizacji zadań, o których mowa w pkt 3, okres zobowiązań oraz przez okres 5 lat licząc od roku od dnia następującego po dniu upływu okresu zobowiązań w związku z przyznaniem pomocy 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14C6B75B" w14:textId="77777777" w:rsidR="009D163F" w:rsidRPr="00B9681E" w:rsidRDefault="009D163F" w:rsidP="009D163F">
      <w:pPr>
        <w:pStyle w:val="Akapitzlist"/>
        <w:numPr>
          <w:ilvl w:val="0"/>
          <w:numId w:val="1"/>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lastRenderedPageBreak/>
        <w:t xml:space="preserve">Przysługuje Pani/Panu prawo dostępu do Pani/Pana danych osobowych, prawo żądania ich sprostowania, usunięcia lub ograniczenia ich przetwarzania, w przypadkach określonych w RODO. </w:t>
      </w:r>
    </w:p>
    <w:p w14:paraId="2674CE17" w14:textId="77777777" w:rsidR="009D163F" w:rsidRPr="00B9681E" w:rsidRDefault="009D163F" w:rsidP="009D163F">
      <w:pPr>
        <w:pStyle w:val="Akapitzlist"/>
        <w:numPr>
          <w:ilvl w:val="0"/>
          <w:numId w:val="1"/>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6A130C63" w14:textId="77777777" w:rsidR="009D163F" w:rsidRPr="00B9681E" w:rsidRDefault="009D163F" w:rsidP="009D163F">
      <w:pPr>
        <w:pStyle w:val="Akapitzlist"/>
        <w:numPr>
          <w:ilvl w:val="0"/>
          <w:numId w:val="1"/>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Pani/Pana dane Administrator uzyskał od </w:t>
      </w:r>
      <w:r>
        <w:rPr>
          <w:rFonts w:ascii="Times New Roman" w:hAnsi="Times New Roman" w:cs="Times New Roman"/>
          <w:spacing w:val="-6"/>
        </w:rPr>
        <w:t>Samorządu</w:t>
      </w:r>
      <w:r w:rsidRPr="00B9681E">
        <w:rPr>
          <w:rFonts w:ascii="Times New Roman" w:hAnsi="Times New Roman" w:cs="Times New Roman"/>
          <w:spacing w:val="-6"/>
        </w:rPr>
        <w:t xml:space="preserve"> Województwa.</w:t>
      </w:r>
    </w:p>
    <w:p w14:paraId="77CF2F77" w14:textId="77777777" w:rsidR="009D163F" w:rsidRPr="00B9681E" w:rsidRDefault="009D163F" w:rsidP="009D163F">
      <w:pPr>
        <w:tabs>
          <w:tab w:val="left" w:pos="851"/>
        </w:tabs>
        <w:spacing w:before="120" w:after="0" w:line="240" w:lineRule="auto"/>
        <w:jc w:val="both"/>
        <w:rPr>
          <w:rFonts w:ascii="Times New Roman" w:eastAsia="Times New Roman" w:hAnsi="Times New Roman" w:cs="Times New Roman"/>
          <w:b/>
          <w:bCs/>
          <w:iCs/>
          <w:spacing w:val="-6"/>
          <w:lang w:eastAsia="en-GB"/>
        </w:rPr>
      </w:pPr>
    </w:p>
    <w:p w14:paraId="625CF1F2" w14:textId="77777777" w:rsidR="009D163F" w:rsidRPr="00B9681E" w:rsidRDefault="009D163F" w:rsidP="009D163F">
      <w:pPr>
        <w:spacing w:before="120" w:after="0" w:line="240" w:lineRule="auto"/>
        <w:jc w:val="center"/>
        <w:rPr>
          <w:rFonts w:ascii="Times New Roman" w:eastAsia="Calibri" w:hAnsi="Times New Roman" w:cs="Times New Roman"/>
          <w:b/>
          <w:bCs/>
          <w:iCs/>
          <w:color w:val="000000"/>
          <w:spacing w:val="-6"/>
        </w:rPr>
      </w:pPr>
      <w:r w:rsidRPr="00B9681E">
        <w:rPr>
          <w:rFonts w:ascii="Times New Roman" w:eastAsia="Calibri" w:hAnsi="Times New Roman" w:cs="Times New Roman"/>
          <w:b/>
          <w:bCs/>
          <w:iCs/>
          <w:color w:val="000000"/>
          <w:spacing w:val="-6"/>
        </w:rPr>
        <w:t>OŚWIADCZENIE O WYPEŁNIENIU OBOWIĄZKU INFORMACYJNEGO WOBEC INNYCH OSÓB</w:t>
      </w:r>
    </w:p>
    <w:p w14:paraId="22BACBB9" w14:textId="62C3C46A" w:rsidR="009D163F" w:rsidRDefault="009D163F" w:rsidP="00043D07">
      <w:pPr>
        <w:pStyle w:val="Akapitzlist"/>
        <w:numPr>
          <w:ilvl w:val="0"/>
          <w:numId w:val="3"/>
        </w:numPr>
        <w:spacing w:before="120" w:after="0" w:line="240" w:lineRule="auto"/>
        <w:ind w:left="284" w:hanging="284"/>
        <w:contextualSpacing w:val="0"/>
        <w:jc w:val="both"/>
        <w:rPr>
          <w:rFonts w:ascii="Times New Roman" w:eastAsia="Calibri" w:hAnsi="Times New Roman" w:cs="Times New Roman"/>
          <w:iCs/>
          <w:color w:val="000000"/>
          <w:spacing w:val="-6"/>
        </w:rPr>
      </w:pPr>
      <w:r>
        <w:rPr>
          <w:rFonts w:ascii="Times New Roman" w:eastAsia="Calibri" w:hAnsi="Times New Roman" w:cs="Times New Roman"/>
          <w:iCs/>
          <w:color w:val="000000"/>
          <w:spacing w:val="-6"/>
        </w:rPr>
        <w:t>Samorząd</w:t>
      </w:r>
      <w:r w:rsidRPr="00B9681E">
        <w:rPr>
          <w:rFonts w:ascii="Times New Roman" w:eastAsia="Calibri" w:hAnsi="Times New Roman" w:cs="Times New Roman"/>
          <w:iCs/>
          <w:color w:val="000000"/>
          <w:spacing w:val="-6"/>
        </w:rPr>
        <w:t xml:space="preserve"> Województwa</w:t>
      </w:r>
      <w:r w:rsidR="00043D07">
        <w:rPr>
          <w:rFonts w:ascii="Times New Roman" w:eastAsia="Calibri" w:hAnsi="Times New Roman" w:cs="Times New Roman"/>
          <w:iCs/>
          <w:color w:val="000000"/>
          <w:spacing w:val="-6"/>
        </w:rPr>
        <w:t>(SW)</w:t>
      </w:r>
      <w:r w:rsidR="00997694">
        <w:rPr>
          <w:rFonts w:ascii="Times New Roman" w:eastAsia="Calibri" w:hAnsi="Times New Roman" w:cs="Times New Roman"/>
          <w:iCs/>
          <w:color w:val="000000"/>
          <w:spacing w:val="-6"/>
        </w:rPr>
        <w:t>, Lokalna Grupa Działania</w:t>
      </w:r>
      <w:r w:rsidR="00043D07">
        <w:rPr>
          <w:rFonts w:ascii="Times New Roman" w:eastAsia="Calibri" w:hAnsi="Times New Roman" w:cs="Times New Roman"/>
          <w:iCs/>
          <w:color w:val="000000"/>
          <w:spacing w:val="-6"/>
        </w:rPr>
        <w:t xml:space="preserve"> (LGD)</w:t>
      </w:r>
      <w:r w:rsidRPr="00B9681E">
        <w:rPr>
          <w:rFonts w:ascii="Times New Roman" w:eastAsia="Calibri" w:hAnsi="Times New Roman" w:cs="Times New Roman"/>
          <w:iCs/>
          <w:color w:val="000000"/>
          <w:spacing w:val="-6"/>
        </w:rPr>
        <w:t xml:space="preserve"> oraz Agencja Restrukturyzacji i Modernizacji Rolnictwa</w:t>
      </w:r>
      <w:r w:rsidR="00043D07">
        <w:rPr>
          <w:rFonts w:ascii="Times New Roman" w:eastAsia="Calibri" w:hAnsi="Times New Roman" w:cs="Times New Roman"/>
          <w:iCs/>
          <w:color w:val="000000"/>
          <w:spacing w:val="-6"/>
        </w:rPr>
        <w:t xml:space="preserve"> (ARiMR)</w:t>
      </w:r>
      <w:r w:rsidRPr="00B9681E">
        <w:rPr>
          <w:rFonts w:ascii="Times New Roman" w:eastAsia="Calibri" w:hAnsi="Times New Roman" w:cs="Times New Roman"/>
          <w:iCs/>
          <w:color w:val="000000"/>
          <w:spacing w:val="-6"/>
        </w:rPr>
        <w:t xml:space="preserve"> informują, że stają się administratorami danych osobowych osób fizycznych, pozyskanych od </w:t>
      </w:r>
      <w:r w:rsidR="00997694">
        <w:rPr>
          <w:rFonts w:ascii="Times New Roman" w:eastAsia="Calibri" w:hAnsi="Times New Roman" w:cs="Times New Roman"/>
          <w:iCs/>
          <w:color w:val="000000"/>
          <w:spacing w:val="-6"/>
        </w:rPr>
        <w:t xml:space="preserve">podmiotu ubiegającego się o przyznanie pomocy </w:t>
      </w:r>
      <w:r w:rsidRPr="00B9681E">
        <w:rPr>
          <w:rFonts w:ascii="Times New Roman" w:eastAsia="Calibri" w:hAnsi="Times New Roman" w:cs="Times New Roman"/>
          <w:iCs/>
          <w:color w:val="000000"/>
          <w:spacing w:val="-6"/>
        </w:rPr>
        <w:t xml:space="preserve">, które to dane osobowe </w:t>
      </w:r>
      <w:r w:rsidR="00997694">
        <w:rPr>
          <w:rFonts w:ascii="Times New Roman" w:eastAsia="Calibri" w:hAnsi="Times New Roman" w:cs="Times New Roman"/>
          <w:iCs/>
          <w:color w:val="000000"/>
          <w:spacing w:val="-6"/>
        </w:rPr>
        <w:t>podmiot</w:t>
      </w:r>
      <w:r w:rsidRPr="00B9681E">
        <w:rPr>
          <w:rFonts w:ascii="Times New Roman" w:eastAsia="Calibri" w:hAnsi="Times New Roman" w:cs="Times New Roman"/>
          <w:iCs/>
          <w:color w:val="000000"/>
          <w:spacing w:val="-6"/>
        </w:rPr>
        <w:t xml:space="preserve"> bezpośrednio lub pośrednio pozyskał w celach związanych z</w:t>
      </w:r>
      <w:r w:rsidR="00997694">
        <w:rPr>
          <w:rFonts w:ascii="Times New Roman" w:eastAsia="Calibri" w:hAnsi="Times New Roman" w:cs="Times New Roman"/>
          <w:iCs/>
          <w:color w:val="000000"/>
          <w:spacing w:val="-6"/>
        </w:rPr>
        <w:t xml:space="preserve">e złożeniem wniosku o przyznanie pomocy </w:t>
      </w:r>
      <w:r w:rsidRPr="00B9681E">
        <w:rPr>
          <w:rFonts w:ascii="Times New Roman" w:eastAsia="Calibri" w:hAnsi="Times New Roman" w:cs="Times New Roman"/>
          <w:iCs/>
          <w:color w:val="000000"/>
          <w:spacing w:val="-6"/>
        </w:rPr>
        <w:t xml:space="preserve"> finansowej w ramach interwencji I</w:t>
      </w:r>
      <w:r w:rsidR="001D5C4D">
        <w:rPr>
          <w:rFonts w:ascii="Times New Roman" w:eastAsia="Calibri" w:hAnsi="Times New Roman" w:cs="Times New Roman"/>
          <w:iCs/>
          <w:color w:val="000000"/>
          <w:spacing w:val="-6"/>
        </w:rPr>
        <w:t xml:space="preserve"> </w:t>
      </w:r>
      <w:r w:rsidRPr="00B9681E">
        <w:rPr>
          <w:rFonts w:ascii="Times New Roman" w:eastAsia="Calibri" w:hAnsi="Times New Roman" w:cs="Times New Roman"/>
          <w:iCs/>
          <w:color w:val="000000"/>
          <w:spacing w:val="-6"/>
        </w:rPr>
        <w:t xml:space="preserve">13.1 LEADER/Rozwój Lokalny Kierowany przez Społeczność (RLKS) – komponent </w:t>
      </w:r>
      <w:r>
        <w:rPr>
          <w:rFonts w:ascii="Times New Roman" w:eastAsia="Calibri" w:hAnsi="Times New Roman" w:cs="Times New Roman"/>
          <w:iCs/>
          <w:color w:val="000000"/>
          <w:spacing w:val="-6"/>
        </w:rPr>
        <w:t>Wdrażanie</w:t>
      </w:r>
      <w:r w:rsidRPr="00B9681E">
        <w:rPr>
          <w:rFonts w:ascii="Times New Roman" w:eastAsia="Calibri" w:hAnsi="Times New Roman" w:cs="Times New Roman"/>
          <w:iCs/>
          <w:color w:val="000000"/>
          <w:spacing w:val="-6"/>
        </w:rPr>
        <w:t xml:space="preserve"> LSR.</w:t>
      </w:r>
    </w:p>
    <w:p w14:paraId="3CBD46B5" w14:textId="4C2D05E1" w:rsidR="00997694" w:rsidRPr="00997694" w:rsidRDefault="00997694" w:rsidP="00976FD0">
      <w:pPr>
        <w:pStyle w:val="Akapitzlist"/>
        <w:numPr>
          <w:ilvl w:val="0"/>
          <w:numId w:val="3"/>
        </w:numPr>
        <w:spacing w:before="120" w:after="0" w:line="240" w:lineRule="auto"/>
        <w:ind w:left="284" w:hanging="284"/>
        <w:jc w:val="both"/>
        <w:rPr>
          <w:rFonts w:ascii="Times New Roman" w:eastAsia="Calibri" w:hAnsi="Times New Roman" w:cs="Times New Roman"/>
          <w:iCs/>
          <w:color w:val="000000"/>
          <w:spacing w:val="-6"/>
        </w:rPr>
      </w:pPr>
      <w:r w:rsidRPr="00997694">
        <w:rPr>
          <w:rFonts w:ascii="Times New Roman" w:eastAsia="Calibri" w:hAnsi="Times New Roman" w:cs="Times New Roman"/>
          <w:iCs/>
          <w:color w:val="000000"/>
          <w:spacing w:val="-6"/>
        </w:rPr>
        <w:t>Oświadczam, że dane osobowe innych osób fizycznych, o których mowa w pkt 1, przetwarzam zgodnie z obowiązującymi w tym zakresie regulacjami prawnymi</w:t>
      </w:r>
      <w:r>
        <w:rPr>
          <w:rFonts w:ascii="Times New Roman" w:eastAsia="Calibri" w:hAnsi="Times New Roman" w:cs="Times New Roman"/>
          <w:iCs/>
          <w:color w:val="000000"/>
          <w:spacing w:val="-6"/>
        </w:rPr>
        <w:t xml:space="preserve"> </w:t>
      </w:r>
      <w:r w:rsidRPr="00997694">
        <w:rPr>
          <w:rFonts w:ascii="Times New Roman" w:eastAsia="Calibri" w:hAnsi="Times New Roman" w:cs="Times New Roman"/>
          <w:iCs/>
          <w:color w:val="000000"/>
          <w:spacing w:val="-6"/>
        </w:rPr>
        <w:t>i jestem uprawniony do ich przekazania SW, LGD oraz ARiMR oraz uczyniłem zadość wszelkim obowiązkom związanym z ich przekazaniem, a w szczególności</w:t>
      </w:r>
      <w:r>
        <w:rPr>
          <w:rFonts w:ascii="Times New Roman" w:eastAsia="Calibri" w:hAnsi="Times New Roman" w:cs="Times New Roman"/>
          <w:iCs/>
          <w:color w:val="000000"/>
          <w:spacing w:val="-6"/>
        </w:rPr>
        <w:t xml:space="preserve"> </w:t>
      </w:r>
      <w:r w:rsidRPr="00997694">
        <w:rPr>
          <w:rFonts w:ascii="Times New Roman" w:eastAsia="Calibri" w:hAnsi="Times New Roman" w:cs="Times New Roman"/>
          <w:iCs/>
          <w:color w:val="000000"/>
          <w:spacing w:val="-6"/>
        </w:rPr>
        <w:t>poinformowałem osobę/osoby, których dane przekazuje, o fakcie i celu ich przekazania</w:t>
      </w:r>
    </w:p>
    <w:p w14:paraId="1E7A1B4E" w14:textId="2CF27A61" w:rsidR="009D163F" w:rsidRPr="009366E4" w:rsidRDefault="009366E4" w:rsidP="00976FD0">
      <w:pPr>
        <w:pStyle w:val="Akapitzlist"/>
        <w:numPr>
          <w:ilvl w:val="0"/>
          <w:numId w:val="3"/>
        </w:numPr>
        <w:spacing w:before="120" w:after="0" w:line="240" w:lineRule="auto"/>
        <w:ind w:left="284" w:hanging="284"/>
        <w:contextualSpacing w:val="0"/>
        <w:jc w:val="both"/>
        <w:rPr>
          <w:rFonts w:ascii="Times New Roman" w:eastAsia="Calibri" w:hAnsi="Times New Roman" w:cs="Times New Roman"/>
          <w:iCs/>
          <w:color w:val="000000"/>
          <w:spacing w:val="-6"/>
        </w:rPr>
      </w:pPr>
      <w:r w:rsidRPr="009366E4">
        <w:rPr>
          <w:rFonts w:ascii="Times New Roman" w:eastAsia="Calibri" w:hAnsi="Times New Roman" w:cs="Times New Roman"/>
          <w:iCs/>
          <w:color w:val="000000"/>
          <w:spacing w:val="-6"/>
        </w:rPr>
        <w:t>O</w:t>
      </w:r>
      <w:r w:rsidR="009D163F" w:rsidRPr="009366E4">
        <w:rPr>
          <w:rFonts w:ascii="Times New Roman" w:eastAsia="Calibri" w:hAnsi="Times New Roman" w:cs="Times New Roman"/>
          <w:iCs/>
          <w:color w:val="000000"/>
          <w:spacing w:val="-6"/>
        </w:rPr>
        <w:t>świadcza</w:t>
      </w:r>
      <w:r w:rsidRPr="009366E4">
        <w:rPr>
          <w:rFonts w:ascii="Times New Roman" w:eastAsia="Calibri" w:hAnsi="Times New Roman" w:cs="Times New Roman"/>
          <w:iCs/>
          <w:color w:val="000000"/>
          <w:spacing w:val="-6"/>
        </w:rPr>
        <w:t>m</w:t>
      </w:r>
      <w:r w:rsidR="009D163F" w:rsidRPr="009366E4">
        <w:rPr>
          <w:rFonts w:ascii="Times New Roman" w:eastAsia="Calibri" w:hAnsi="Times New Roman" w:cs="Times New Roman"/>
          <w:iCs/>
          <w:color w:val="000000"/>
          <w:spacing w:val="-6"/>
        </w:rPr>
        <w:t>, iż poinformował</w:t>
      </w:r>
      <w:r w:rsidRPr="009366E4">
        <w:rPr>
          <w:rFonts w:ascii="Times New Roman" w:eastAsia="Calibri" w:hAnsi="Times New Roman" w:cs="Times New Roman"/>
          <w:iCs/>
          <w:color w:val="000000"/>
          <w:spacing w:val="-6"/>
        </w:rPr>
        <w:t>em/am</w:t>
      </w:r>
      <w:r w:rsidR="009D163F" w:rsidRPr="009366E4">
        <w:rPr>
          <w:rFonts w:ascii="Times New Roman" w:eastAsia="Calibri" w:hAnsi="Times New Roman" w:cs="Times New Roman"/>
          <w:iCs/>
          <w:color w:val="000000"/>
          <w:spacing w:val="-6"/>
        </w:rPr>
        <w:t xml:space="preserve"> wszystkie osoby fizyczne, o których mowa w pkt 1, o treści poniższych klauzul.</w:t>
      </w:r>
    </w:p>
    <w:p w14:paraId="4A82677E" w14:textId="58D04C5C" w:rsidR="009D163F" w:rsidRPr="00976FD0" w:rsidRDefault="009366E4" w:rsidP="00976FD0">
      <w:pPr>
        <w:pStyle w:val="Akapitzlist"/>
        <w:numPr>
          <w:ilvl w:val="0"/>
          <w:numId w:val="3"/>
        </w:numPr>
        <w:autoSpaceDE w:val="0"/>
        <w:autoSpaceDN w:val="0"/>
        <w:adjustRightInd w:val="0"/>
        <w:spacing w:after="0" w:line="240" w:lineRule="auto"/>
        <w:ind w:left="284" w:hanging="284"/>
        <w:jc w:val="both"/>
        <w:rPr>
          <w:rFonts w:ascii="Times New Roman" w:eastAsia="CIDFont+F2" w:hAnsi="Times New Roman" w:cs="Times New Roman"/>
        </w:rPr>
      </w:pPr>
      <w:r w:rsidRPr="00976FD0">
        <w:rPr>
          <w:rFonts w:ascii="Times New Roman" w:eastAsia="CIDFont+F2" w:hAnsi="Times New Roman" w:cs="Times New Roman"/>
        </w:rPr>
        <w:t>Jednocześnie oświadczam, że poinformuję osoby fizyczne, których dane osobowe będę przekazywał do SW, LGD oraz ARiMR w celu przyznania pomocy</w:t>
      </w:r>
      <w:r w:rsidR="00976FD0">
        <w:rPr>
          <w:rFonts w:ascii="Times New Roman" w:eastAsia="CIDFont+F2" w:hAnsi="Times New Roman" w:cs="Times New Roman"/>
        </w:rPr>
        <w:t xml:space="preserve"> </w:t>
      </w:r>
      <w:r w:rsidRPr="00976FD0">
        <w:rPr>
          <w:rFonts w:ascii="Times New Roman" w:eastAsia="CIDFont+F2" w:hAnsi="Times New Roman" w:cs="Times New Roman"/>
        </w:rPr>
        <w:t xml:space="preserve">finansowej na operacje w ramach </w:t>
      </w:r>
      <w:r w:rsidRPr="00976FD0">
        <w:rPr>
          <w:rFonts w:ascii="Times New Roman" w:eastAsia="Calibri" w:hAnsi="Times New Roman" w:cs="Times New Roman"/>
          <w:iCs/>
          <w:color w:val="000000"/>
          <w:spacing w:val="-6"/>
        </w:rPr>
        <w:t>interwencji I.13.1 LEADER/Rozwój Lokalny Kierowany przez Społeczność (RLKS) – komponent Wdrażanie LSR</w:t>
      </w:r>
      <w:r w:rsidRPr="00976FD0">
        <w:rPr>
          <w:rFonts w:ascii="Times New Roman" w:eastAsia="CIDFont+F2" w:hAnsi="Times New Roman" w:cs="Times New Roman"/>
        </w:rPr>
        <w:t xml:space="preserve"> o treści klauzuli, </w:t>
      </w:r>
    </w:p>
    <w:p w14:paraId="07C92E69" w14:textId="77777777" w:rsidR="009D163F" w:rsidRPr="00B9681E" w:rsidRDefault="009D163F" w:rsidP="009D163F">
      <w:pPr>
        <w:spacing w:before="120" w:after="0" w:line="240" w:lineRule="auto"/>
        <w:ind w:firstLine="708"/>
        <w:jc w:val="both"/>
        <w:rPr>
          <w:rFonts w:ascii="Times New Roman" w:hAnsi="Times New Roman" w:cs="Times New Roman"/>
          <w:b/>
          <w:bCs/>
          <w:spacing w:val="-6"/>
        </w:rPr>
      </w:pPr>
      <w:r w:rsidRPr="00B9681E">
        <w:rPr>
          <w:rFonts w:ascii="Times New Roman" w:hAnsi="Times New Roman" w:cs="Times New Roman"/>
          <w:b/>
          <w:bCs/>
          <w:spacing w:val="-6"/>
        </w:rPr>
        <w:t xml:space="preserve">Informacja o przetwarzaniu danych osobowych przez </w:t>
      </w:r>
      <w:r>
        <w:rPr>
          <w:rFonts w:ascii="Times New Roman" w:hAnsi="Times New Roman" w:cs="Times New Roman"/>
          <w:b/>
          <w:bCs/>
          <w:spacing w:val="-6"/>
        </w:rPr>
        <w:t>Samorząd</w:t>
      </w:r>
      <w:r w:rsidRPr="00B9681E">
        <w:rPr>
          <w:rFonts w:ascii="Times New Roman" w:hAnsi="Times New Roman" w:cs="Times New Roman"/>
          <w:b/>
          <w:bCs/>
          <w:spacing w:val="-6"/>
        </w:rPr>
        <w:t xml:space="preserve"> Województwa</w:t>
      </w:r>
    </w:p>
    <w:p w14:paraId="4C061942" w14:textId="0A22DDC1"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 xml:space="preserve">W związku z treścią art. 14 RODO w odniesieniu do osób fizycznych, których dane osobowe zostały przekazane przez LGD do </w:t>
      </w:r>
      <w:r>
        <w:rPr>
          <w:rFonts w:ascii="Times New Roman" w:hAnsi="Times New Roman" w:cs="Times New Roman"/>
          <w:spacing w:val="-6"/>
        </w:rPr>
        <w:t>Samorządu</w:t>
      </w:r>
      <w:r w:rsidRPr="00B9681E">
        <w:rPr>
          <w:rFonts w:ascii="Times New Roman" w:hAnsi="Times New Roman" w:cs="Times New Roman"/>
          <w:spacing w:val="-6"/>
        </w:rPr>
        <w:t xml:space="preserve"> Województwa w związku ze złożeniem wniosku o przyznanie pomocy finansowej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w:t>
      </w:r>
      <w:r>
        <w:rPr>
          <w:rFonts w:ascii="Times New Roman" w:hAnsi="Times New Roman" w:cs="Times New Roman"/>
          <w:spacing w:val="-6"/>
        </w:rPr>
        <w:t xml:space="preserve">Wdrażanie </w:t>
      </w:r>
      <w:r w:rsidRPr="00B9681E">
        <w:rPr>
          <w:rFonts w:ascii="Times New Roman" w:hAnsi="Times New Roman" w:cs="Times New Roman"/>
          <w:spacing w:val="-6"/>
        </w:rPr>
        <w:t xml:space="preserve">LSR, </w:t>
      </w:r>
      <w:r>
        <w:rPr>
          <w:rFonts w:ascii="Times New Roman" w:hAnsi="Times New Roman" w:cs="Times New Roman"/>
          <w:spacing w:val="-6"/>
        </w:rPr>
        <w:t xml:space="preserve">Samorząd </w:t>
      </w:r>
      <w:r w:rsidRPr="00B9681E">
        <w:rPr>
          <w:rFonts w:ascii="Times New Roman" w:hAnsi="Times New Roman" w:cs="Times New Roman"/>
          <w:spacing w:val="-6"/>
        </w:rPr>
        <w:t>Województwa, informuje, że:</w:t>
      </w:r>
    </w:p>
    <w:p w14:paraId="2103CBC6" w14:textId="32579C14" w:rsidR="009D163F" w:rsidRPr="00EB3F50" w:rsidRDefault="009D163F" w:rsidP="009D163F">
      <w:pPr>
        <w:pStyle w:val="Akapitzlist"/>
        <w:numPr>
          <w:ilvl w:val="0"/>
          <w:numId w:val="4"/>
        </w:numPr>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Administratorem Pani/Pana danych osobowych (dalej: „Administrator”) jest Samorząd Województwa </w:t>
      </w:r>
      <w:r w:rsidRPr="005A015C">
        <w:rPr>
          <w:rFonts w:ascii="Times New Roman" w:hAnsi="Times New Roman" w:cs="Times New Roman"/>
          <w:color w:val="4472C4" w:themeColor="accent1"/>
          <w:spacing w:val="-6"/>
        </w:rPr>
        <w:t>[dane SW pobierane ze sprawy]</w:t>
      </w:r>
      <w:r w:rsidRPr="00EB3F50">
        <w:rPr>
          <w:rFonts w:ascii="Times New Roman" w:hAnsi="Times New Roman" w:cs="Times New Roman"/>
          <w:spacing w:val="-6"/>
        </w:rPr>
        <w:t xml:space="preserve"> z siedzibą w </w:t>
      </w:r>
      <w:r w:rsidRPr="005A015C">
        <w:rPr>
          <w:rFonts w:ascii="Times New Roman" w:hAnsi="Times New Roman" w:cs="Times New Roman"/>
          <w:color w:val="4472C4" w:themeColor="accent1"/>
          <w:spacing w:val="-6"/>
        </w:rPr>
        <w:t>[adres SW].</w:t>
      </w:r>
      <w:r w:rsidRPr="00EB3F50">
        <w:rPr>
          <w:rFonts w:ascii="Times New Roman" w:hAnsi="Times New Roman" w:cs="Times New Roman"/>
          <w:spacing w:val="-6"/>
        </w:rPr>
        <w:t xml:space="preserve"> Z Administratorem można kontaktować się poprzez e-mail: </w:t>
      </w:r>
      <w:r w:rsidRPr="005A015C">
        <w:rPr>
          <w:rFonts w:ascii="Times New Roman" w:hAnsi="Times New Roman" w:cs="Times New Roman"/>
          <w:color w:val="4472C4" w:themeColor="accent1"/>
          <w:spacing w:val="-6"/>
        </w:rPr>
        <w:t>[wpisać adres e-mail SW]</w:t>
      </w:r>
      <w:r w:rsidRPr="00EB3F50">
        <w:rPr>
          <w:rFonts w:ascii="Times New Roman" w:hAnsi="Times New Roman" w:cs="Times New Roman"/>
          <w:spacing w:val="-6"/>
        </w:rPr>
        <w:t xml:space="preserve"> lub pisemnie na adres korespondencyjny </w:t>
      </w:r>
      <w:r w:rsidRPr="005A015C">
        <w:rPr>
          <w:rFonts w:ascii="Times New Roman" w:hAnsi="Times New Roman" w:cs="Times New Roman"/>
          <w:color w:val="4472C4" w:themeColor="accent1"/>
          <w:spacing w:val="-6"/>
        </w:rPr>
        <w:t>[adres SW].</w:t>
      </w:r>
      <w:r w:rsidRPr="00EB3F50">
        <w:rPr>
          <w:rFonts w:ascii="Times New Roman" w:hAnsi="Times New Roman" w:cs="Times New Roman"/>
          <w:spacing w:val="-6"/>
        </w:rPr>
        <w:t xml:space="preserve"> </w:t>
      </w:r>
    </w:p>
    <w:p w14:paraId="29AD39C2" w14:textId="1E0E1FA3"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w:t>
      </w:r>
      <w:r w:rsidRPr="005A015C">
        <w:rPr>
          <w:rFonts w:ascii="Times New Roman" w:hAnsi="Times New Roman" w:cs="Times New Roman"/>
          <w:color w:val="4472C4" w:themeColor="accent1"/>
          <w:spacing w:val="-6"/>
        </w:rPr>
        <w:t>[adres e-mail IOD</w:t>
      </w:r>
      <w:r w:rsidR="005A015C" w:rsidRPr="005A015C">
        <w:rPr>
          <w:rFonts w:ascii="Times New Roman" w:hAnsi="Times New Roman" w:cs="Times New Roman"/>
          <w:color w:val="4472C4" w:themeColor="accent1"/>
          <w:spacing w:val="-6"/>
        </w:rPr>
        <w:t>_SW</w:t>
      </w:r>
      <w:r w:rsidRPr="005A015C">
        <w:rPr>
          <w:rFonts w:ascii="Times New Roman" w:hAnsi="Times New Roman" w:cs="Times New Roman"/>
          <w:color w:val="4472C4" w:themeColor="accent1"/>
          <w:spacing w:val="-6"/>
        </w:rPr>
        <w:t>]</w:t>
      </w:r>
      <w:r w:rsidRPr="00EB3F50">
        <w:rPr>
          <w:rFonts w:ascii="Times New Roman" w:hAnsi="Times New Roman" w:cs="Times New Roman"/>
          <w:spacing w:val="-6"/>
        </w:rPr>
        <w:t xml:space="preserve"> lub pisemnie </w:t>
      </w:r>
      <w:r w:rsidRPr="00B9681E">
        <w:rPr>
          <w:rFonts w:ascii="Times New Roman" w:hAnsi="Times New Roman" w:cs="Times New Roman"/>
          <w:spacing w:val="-6"/>
        </w:rPr>
        <w:t>na adres korespondencyjny Administratora, wskazany w pkt 1.</w:t>
      </w:r>
    </w:p>
    <w:p w14:paraId="758D7E3F" w14:textId="77777777"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50312E9F"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art. 10 ust. 3, 4 i 5 w związku z art. 81 ustawy z dnia 8 lutego 2023 r. o Planie Strategicznym dla Wspólnej Polityki Rolnej na lata 2023–2027 (Dz.U. 2023 r. poz. 412 i 1530), </w:t>
      </w:r>
    </w:p>
    <w:p w14:paraId="09D66DCB"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ustawy z dnia 20 lutego 2015 r. o rozwoju lokalnym z udziałem lokalnej społeczności (Dz.U. 2023 r. poz. 1554),  </w:t>
      </w:r>
    </w:p>
    <w:p w14:paraId="023ECB08"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3DFFB3EB" w14:textId="3D700E80"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 xml:space="preserve">w celu realizacji zadań związanych z przyznaniem, wypłatą i zwrotem pomocy, z wyjątkiem dochodzenia zwrotu kwot pomocy oraz z wyjątkiem dokonywania płatności, o którym mowa w art. 9 ust. 1 </w:t>
      </w:r>
      <w:r w:rsidR="006A102D">
        <w:rPr>
          <w:rFonts w:ascii="Times New Roman" w:hAnsi="Times New Roman" w:cs="Times New Roman"/>
          <w:spacing w:val="-6"/>
        </w:rPr>
        <w:t>pkt</w:t>
      </w:r>
      <w:r w:rsidRPr="00B9681E">
        <w:rPr>
          <w:rFonts w:ascii="Times New Roman" w:hAnsi="Times New Roman" w:cs="Times New Roman"/>
          <w:spacing w:val="-6"/>
        </w:rPr>
        <w:t xml:space="preserve"> 2 Rozporządzenia 2021/2116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w:t>
      </w:r>
      <w:r>
        <w:rPr>
          <w:rFonts w:ascii="Times New Roman" w:hAnsi="Times New Roman" w:cs="Times New Roman"/>
          <w:spacing w:val="-6"/>
        </w:rPr>
        <w:t>Wdrażanie</w:t>
      </w:r>
      <w:r w:rsidRPr="00B9681E">
        <w:rPr>
          <w:rFonts w:ascii="Times New Roman" w:hAnsi="Times New Roman" w:cs="Times New Roman"/>
          <w:spacing w:val="-6"/>
        </w:rPr>
        <w:t xml:space="preserve"> LSR.</w:t>
      </w:r>
    </w:p>
    <w:p w14:paraId="15A61930" w14:textId="77777777"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lastRenderedPageBreak/>
        <w:t>Administrator będzie przetwarzał następujące kategorie Pani/Pana danych: dane identyfikacyjne oraz dane kontaktowe.</w:t>
      </w:r>
    </w:p>
    <w:p w14:paraId="2021169D" w14:textId="77777777"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306D4626" w14:textId="77777777" w:rsidR="009D163F" w:rsidRPr="00B9681E" w:rsidRDefault="009D163F" w:rsidP="009D163F">
      <w:pPr>
        <w:tabs>
          <w:tab w:val="left" w:pos="284"/>
        </w:tabs>
        <w:spacing w:before="120"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6B28F3B9" w14:textId="77777777" w:rsidR="009D163F" w:rsidRPr="00B9681E" w:rsidRDefault="009D163F" w:rsidP="009D163F">
      <w:pPr>
        <w:tabs>
          <w:tab w:val="left" w:pos="284"/>
          <w:tab w:val="left" w:pos="567"/>
        </w:tabs>
        <w:spacing w:before="120"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 xml:space="preserve">2) podmioty uprawnione do przetwarzania danych osobowych na podstawie przepisów powszechnie </w:t>
      </w:r>
      <w:r w:rsidRPr="00B9681E">
        <w:rPr>
          <w:rFonts w:ascii="Times New Roman" w:hAnsi="Times New Roman" w:cs="Times New Roman"/>
          <w:spacing w:val="-6"/>
        </w:rPr>
        <w:tab/>
      </w:r>
      <w:r w:rsidRPr="00B9681E">
        <w:rPr>
          <w:rFonts w:ascii="Times New Roman" w:hAnsi="Times New Roman" w:cs="Times New Roman"/>
          <w:spacing w:val="-6"/>
        </w:rPr>
        <w:tab/>
        <w:t>obowiązującego prawa,</w:t>
      </w:r>
    </w:p>
    <w:p w14:paraId="1D1AEAD5" w14:textId="77777777" w:rsidR="009D163F" w:rsidRPr="00B9681E" w:rsidRDefault="009D163F" w:rsidP="008D70B2">
      <w:pPr>
        <w:tabs>
          <w:tab w:val="left" w:pos="284"/>
        </w:tabs>
        <w:spacing w:before="120" w:after="0" w:line="240" w:lineRule="auto"/>
        <w:ind w:left="567" w:hanging="283"/>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7690E1FA" w14:textId="203DC148" w:rsidR="008D70B2" w:rsidRPr="009D163F" w:rsidRDefault="008D70B2" w:rsidP="008D70B2">
      <w:pPr>
        <w:pStyle w:val="Akapitzlist"/>
        <w:numPr>
          <w:ilvl w:val="0"/>
          <w:numId w:val="4"/>
        </w:numPr>
        <w:spacing w:before="120" w:after="0" w:line="240" w:lineRule="auto"/>
        <w:ind w:left="283" w:hanging="357"/>
        <w:rPr>
          <w:rFonts w:ascii="Times New Roman" w:hAnsi="Times New Roman" w:cs="Times New Roman"/>
          <w:spacing w:val="-6"/>
        </w:rPr>
      </w:pPr>
      <w:r w:rsidRPr="009D163F">
        <w:rPr>
          <w:rFonts w:ascii="Times New Roman" w:hAnsi="Times New Roman" w:cs="Times New Roman"/>
          <w:spacing w:val="-6"/>
        </w:rPr>
        <w:t>Pani/Pana dane osobowe będą przetwarzane przez okres realizacji zadań, o których mowa w pkt 3, okres zobowiązań oraz przez okres 5 lat licząc od roku od dnia następującego po dniu upływu okresu zobowiązań w związku z przyznaniem pomocy 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6B7823AC" w14:textId="77777777" w:rsidR="009D163F" w:rsidRPr="00B9681E" w:rsidRDefault="009D163F" w:rsidP="008D70B2">
      <w:pPr>
        <w:pStyle w:val="Akapitzlist"/>
        <w:numPr>
          <w:ilvl w:val="0"/>
          <w:numId w:val="4"/>
        </w:numPr>
        <w:tabs>
          <w:tab w:val="left" w:pos="284"/>
        </w:tabs>
        <w:spacing w:before="120" w:after="0" w:line="240" w:lineRule="auto"/>
        <w:ind w:left="283" w:hanging="357"/>
        <w:contextualSpacing w:val="0"/>
        <w:jc w:val="both"/>
        <w:rPr>
          <w:rFonts w:ascii="Times New Roman" w:hAnsi="Times New Roman" w:cs="Times New Roman"/>
          <w:spacing w:val="-6"/>
        </w:rPr>
      </w:pPr>
      <w:r w:rsidRPr="00B9681E">
        <w:rPr>
          <w:rFonts w:ascii="Times New Roman" w:hAnsi="Times New Roman" w:cs="Times New Roman"/>
          <w:spacing w:val="-6"/>
        </w:rPr>
        <w:t xml:space="preserve">Przysługuje Pani/Panu prawo dostępu do Pani/Pana danych osobowych, prawo żądania ich sprostowania, usunięcia lub ograniczenia ich przetwarzania, w przypadkach określonych w RODO. </w:t>
      </w:r>
    </w:p>
    <w:p w14:paraId="7AFD7524" w14:textId="77777777" w:rsidR="009D163F" w:rsidRPr="00B9681E" w:rsidRDefault="009D163F" w:rsidP="009D163F">
      <w:pPr>
        <w:pStyle w:val="Akapitzlist"/>
        <w:numPr>
          <w:ilvl w:val="0"/>
          <w:numId w:val="4"/>
        </w:numPr>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6883E96D" w14:textId="74DA2326" w:rsidR="009D163F" w:rsidRDefault="009D163F" w:rsidP="009D163F">
      <w:pPr>
        <w:pStyle w:val="Akapitzlist"/>
        <w:numPr>
          <w:ilvl w:val="0"/>
          <w:numId w:val="4"/>
        </w:numPr>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Pani/Pana dane Administrator uzyskał od LGD.</w:t>
      </w:r>
    </w:p>
    <w:p w14:paraId="1B94AF30" w14:textId="77777777" w:rsidR="00976FD0" w:rsidRPr="00B9681E" w:rsidRDefault="00976FD0" w:rsidP="00976FD0">
      <w:pPr>
        <w:spacing w:before="120" w:after="0" w:line="240" w:lineRule="auto"/>
        <w:jc w:val="center"/>
        <w:rPr>
          <w:rFonts w:ascii="Times New Roman" w:hAnsi="Times New Roman" w:cs="Times New Roman"/>
          <w:b/>
          <w:bCs/>
          <w:spacing w:val="-6"/>
        </w:rPr>
      </w:pPr>
      <w:r w:rsidRPr="00B9681E">
        <w:rPr>
          <w:rFonts w:ascii="Times New Roman" w:hAnsi="Times New Roman" w:cs="Times New Roman"/>
          <w:b/>
          <w:bCs/>
          <w:spacing w:val="-6"/>
        </w:rPr>
        <w:t>Informacja o przetwarzaniu danych osobowych przez Agencję Restrukturyzacji i Modernizacji Rolnictwa</w:t>
      </w:r>
    </w:p>
    <w:p w14:paraId="32118A59" w14:textId="5623CB4C" w:rsidR="00976FD0" w:rsidRPr="00B9681E" w:rsidRDefault="00976FD0" w:rsidP="00976FD0">
      <w:pPr>
        <w:spacing w:before="120" w:after="0" w:line="240" w:lineRule="auto"/>
        <w:jc w:val="both"/>
        <w:rPr>
          <w:rFonts w:ascii="Times New Roman" w:hAnsi="Times New Roman" w:cs="Times New Roman"/>
          <w:spacing w:val="-6"/>
        </w:rPr>
      </w:pPr>
      <w:r w:rsidRPr="00B9681E">
        <w:rPr>
          <w:rFonts w:ascii="Times New Roman" w:hAnsi="Times New Roman" w:cs="Times New Roman"/>
          <w:spacing w:val="-6"/>
        </w:rPr>
        <w:t xml:space="preserve">W związku z treścią art. 14 RODO, w odniesieniu do osób fizycznych, których dane osobowe zostały przekazane przez </w:t>
      </w:r>
      <w:r>
        <w:rPr>
          <w:rFonts w:ascii="Times New Roman" w:hAnsi="Times New Roman" w:cs="Times New Roman"/>
          <w:spacing w:val="-6"/>
        </w:rPr>
        <w:t>Samorząd</w:t>
      </w:r>
      <w:r w:rsidRPr="00B9681E">
        <w:rPr>
          <w:rFonts w:ascii="Times New Roman" w:hAnsi="Times New Roman" w:cs="Times New Roman"/>
          <w:spacing w:val="-6"/>
        </w:rPr>
        <w:t xml:space="preserve"> Województwa Agencji Restrukturyzacji i Modernizacji Rolnictwa, w związku ze złożeniem wniosku o przyznanie pomocy finansowej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Pr>
          <w:rFonts w:ascii="Times New Roman" w:hAnsi="Times New Roman" w:cs="Times New Roman"/>
          <w:spacing w:val="-6"/>
        </w:rPr>
        <w:t>Wdrażanie</w:t>
      </w:r>
      <w:r w:rsidRPr="00B9681E">
        <w:rPr>
          <w:rFonts w:ascii="Times New Roman" w:hAnsi="Times New Roman" w:cs="Times New Roman"/>
          <w:spacing w:val="-6"/>
        </w:rPr>
        <w:t xml:space="preserve"> LSR, o których mowa w Planie Strategicznym WPR na lata 2023-2027, Agencja Restrukturyzacji i Modernizacji Rolnictwa informuje, że:</w:t>
      </w:r>
    </w:p>
    <w:p w14:paraId="39C16183" w14:textId="4AEF3142" w:rsidR="00BA16EA" w:rsidRPr="00BA16EA" w:rsidRDefault="00976FD0" w:rsidP="00BA16EA">
      <w:pPr>
        <w:pStyle w:val="Akapitzlist"/>
        <w:numPr>
          <w:ilvl w:val="0"/>
          <w:numId w:val="5"/>
        </w:numPr>
        <w:tabs>
          <w:tab w:val="left" w:pos="284"/>
        </w:tabs>
        <w:spacing w:before="120" w:after="0" w:line="240" w:lineRule="auto"/>
        <w:ind w:left="284" w:hanging="284"/>
        <w:jc w:val="both"/>
        <w:rPr>
          <w:rFonts w:ascii="Times New Roman" w:hAnsi="Times New Roman" w:cs="Times New Roman"/>
          <w:spacing w:val="-6"/>
        </w:rPr>
      </w:pPr>
      <w:r w:rsidRPr="00BA16EA">
        <w:rPr>
          <w:rFonts w:ascii="Times New Roman" w:hAnsi="Times New Roman" w:cs="Times New Roman"/>
          <w:spacing w:val="-6"/>
        </w:rPr>
        <w:t xml:space="preserve">Administratorem Pani/Pana danych osobowych (dalej: „Administrator”) jest Agencja Restrukturyzacji i Modernizacji Rolnictwa z siedzibą w Warszawie, Al. Jana Pawła II nr 70, 00-175 Warszawa. </w:t>
      </w:r>
    </w:p>
    <w:p w14:paraId="65F53DDD" w14:textId="58EA34C2" w:rsidR="00976FD0" w:rsidRPr="00BA16EA" w:rsidRDefault="00976FD0" w:rsidP="00BA16EA">
      <w:pPr>
        <w:pStyle w:val="Akapitzlist"/>
        <w:numPr>
          <w:ilvl w:val="0"/>
          <w:numId w:val="5"/>
        </w:numPr>
        <w:tabs>
          <w:tab w:val="left" w:pos="284"/>
        </w:tabs>
        <w:spacing w:before="120" w:after="0" w:line="240" w:lineRule="auto"/>
        <w:ind w:left="284" w:hanging="284"/>
        <w:jc w:val="both"/>
        <w:rPr>
          <w:rFonts w:ascii="Times New Roman" w:hAnsi="Times New Roman" w:cs="Times New Roman"/>
          <w:spacing w:val="-6"/>
        </w:rPr>
      </w:pPr>
      <w:r w:rsidRPr="00BA16EA">
        <w:rPr>
          <w:rFonts w:ascii="Times New Roman" w:hAnsi="Times New Roman" w:cs="Times New Roman"/>
          <w:spacing w:val="-6"/>
        </w:rPr>
        <w:t>Z Administratorem można kontaktować się poprzez adres e-mail info@arimr.gov.pl lub pisemnie na adres korespondencyjny Centrali Agencji Restrukturyzacji i Modernizacji Rolnictwa, ul. Poleczki 33, 02-822 Warszawa.</w:t>
      </w:r>
    </w:p>
    <w:p w14:paraId="0C5336B5" w14:textId="55965CE0" w:rsidR="00976FD0" w:rsidRPr="00B9681E" w:rsidRDefault="00976FD0" w:rsidP="00BA16EA">
      <w:pPr>
        <w:pStyle w:val="Akapitzlist"/>
        <w:numPr>
          <w:ilvl w:val="0"/>
          <w:numId w:val="5"/>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w:t>
      </w:r>
      <w:r w:rsidR="00BA16EA">
        <w:rPr>
          <w:rFonts w:ascii="Times New Roman" w:hAnsi="Times New Roman" w:cs="Times New Roman"/>
          <w:spacing w:val="-6"/>
        </w:rPr>
        <w:t>2</w:t>
      </w:r>
      <w:r w:rsidRPr="00B9681E">
        <w:rPr>
          <w:rFonts w:ascii="Times New Roman" w:hAnsi="Times New Roman" w:cs="Times New Roman"/>
          <w:spacing w:val="-6"/>
        </w:rPr>
        <w:t>.</w:t>
      </w:r>
    </w:p>
    <w:p w14:paraId="6F66750C" w14:textId="77777777" w:rsidR="00976FD0" w:rsidRPr="00B9681E" w:rsidRDefault="00976FD0" w:rsidP="00BA16EA">
      <w:pPr>
        <w:pStyle w:val="Akapitzlist"/>
        <w:numPr>
          <w:ilvl w:val="0"/>
          <w:numId w:val="5"/>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48A54F82" w14:textId="77777777" w:rsidR="00976FD0" w:rsidRPr="00B9681E" w:rsidRDefault="00976FD0" w:rsidP="00976FD0">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 xml:space="preserve">art. 10 ust. 3, 4 i 5 w związku z art. 81 ustawy z dnia 8 lutego 2023 r. o Planie Strategicznym dla Wspólnej Polityki Rolnej na lata 2023–2027 (Dz. U. 2023 r. poz. 412 i 1530), </w:t>
      </w:r>
    </w:p>
    <w:p w14:paraId="08E81BB3" w14:textId="77777777" w:rsidR="00976FD0" w:rsidRPr="00B9681E" w:rsidRDefault="00976FD0" w:rsidP="00976FD0">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ustawy z dnia 20 lutego 2015 r. o rozwoju lokalnym z udziałem lokalnej społeczności (Dz. U. 2023 r. poz. 1554),</w:t>
      </w:r>
    </w:p>
    <w:p w14:paraId="4B7B63F7" w14:textId="77777777" w:rsidR="00976FD0" w:rsidRPr="00B9681E" w:rsidRDefault="00976FD0" w:rsidP="00976FD0">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57B6CE93" w14:textId="1396EF8D" w:rsidR="00976FD0" w:rsidRPr="00B9681E" w:rsidRDefault="00976FD0" w:rsidP="00976FD0">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w celu realizacji zadań związanych z dochodzeniem zwrotu kwot pomocy oraz dokonywania płatności w</w:t>
      </w:r>
      <w:r>
        <w:rPr>
          <w:rFonts w:ascii="Times New Roman" w:hAnsi="Times New Roman" w:cs="Times New Roman"/>
          <w:spacing w:val="-6"/>
        </w:rPr>
        <w:t> </w:t>
      </w:r>
      <w:r w:rsidRPr="00B9681E">
        <w:rPr>
          <w:rFonts w:ascii="Times New Roman" w:hAnsi="Times New Roman" w:cs="Times New Roman"/>
          <w:spacing w:val="-6"/>
        </w:rPr>
        <w:t>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13.1 LEADER/Rozwój Lokalny Kierowany przez Społeczność (RLKS) – komponent</w:t>
      </w:r>
      <w:r>
        <w:rPr>
          <w:rFonts w:ascii="Times New Roman" w:hAnsi="Times New Roman" w:cs="Times New Roman"/>
          <w:spacing w:val="-6"/>
        </w:rPr>
        <w:t xml:space="preserve"> Wdrażanie</w:t>
      </w:r>
      <w:r w:rsidRPr="00B9681E">
        <w:rPr>
          <w:rFonts w:ascii="Times New Roman" w:hAnsi="Times New Roman" w:cs="Times New Roman"/>
          <w:spacing w:val="-6"/>
        </w:rPr>
        <w:t xml:space="preserve"> LSR.</w:t>
      </w:r>
    </w:p>
    <w:p w14:paraId="1B1FC10F" w14:textId="77777777" w:rsidR="00976FD0" w:rsidRPr="00B9681E" w:rsidRDefault="00976FD0" w:rsidP="00BA16EA">
      <w:pPr>
        <w:pStyle w:val="Akapitzlist"/>
        <w:numPr>
          <w:ilvl w:val="0"/>
          <w:numId w:val="5"/>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lastRenderedPageBreak/>
        <w:t>Administrator będzie przetwarzał następujące kategorie Pani/Pana danych: dane identyfikacyjne oraz dane kontaktowe.</w:t>
      </w:r>
    </w:p>
    <w:p w14:paraId="2C3E2641" w14:textId="77777777" w:rsidR="00976FD0" w:rsidRPr="00B9681E" w:rsidRDefault="00976FD0" w:rsidP="00BA16EA">
      <w:pPr>
        <w:pStyle w:val="Akapitzlist"/>
        <w:numPr>
          <w:ilvl w:val="0"/>
          <w:numId w:val="5"/>
        </w:numPr>
        <w:tabs>
          <w:tab w:val="left" w:pos="284"/>
        </w:tabs>
        <w:spacing w:before="120" w:after="0" w:line="240" w:lineRule="auto"/>
        <w:ind w:left="0" w:firstLine="0"/>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674E623A" w14:textId="77777777" w:rsidR="00976FD0" w:rsidRPr="00B9681E" w:rsidRDefault="00976FD0" w:rsidP="00976FD0">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451B4A60" w14:textId="77777777" w:rsidR="00976FD0" w:rsidRPr="00B9681E" w:rsidRDefault="00976FD0" w:rsidP="00976FD0">
      <w:pPr>
        <w:tabs>
          <w:tab w:val="left" w:pos="284"/>
          <w:tab w:val="left" w:pos="567"/>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2) podmioty uprawnione do przetwarzania danych osobowych na podstawie przepisów powszechnie obowiązującego prawa,</w:t>
      </w:r>
    </w:p>
    <w:p w14:paraId="43010FA7" w14:textId="77777777" w:rsidR="00976FD0" w:rsidRPr="00B9681E" w:rsidRDefault="00976FD0" w:rsidP="00976FD0">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1AC25E26" w14:textId="1DEC838C" w:rsidR="00976FD0" w:rsidRPr="009D163F" w:rsidRDefault="00976FD0" w:rsidP="00BA16EA">
      <w:pPr>
        <w:pStyle w:val="Akapitzlist"/>
        <w:numPr>
          <w:ilvl w:val="0"/>
          <w:numId w:val="5"/>
        </w:numPr>
        <w:spacing w:before="120" w:after="0" w:line="240" w:lineRule="auto"/>
        <w:ind w:left="284" w:hanging="284"/>
        <w:rPr>
          <w:rFonts w:ascii="Times New Roman" w:hAnsi="Times New Roman" w:cs="Times New Roman"/>
          <w:spacing w:val="-6"/>
        </w:rPr>
      </w:pPr>
      <w:r w:rsidRPr="009D163F">
        <w:rPr>
          <w:rFonts w:ascii="Times New Roman" w:hAnsi="Times New Roman" w:cs="Times New Roman"/>
          <w:spacing w:val="-6"/>
        </w:rPr>
        <w:t>Pani/Pana dane osobowe będą przetwarzane przez okres realizacji zadań, o których mowa w pkt 3, okres zobowiązań oraz przez okres 5 lat licząc od roku od dnia następującego po dniu upływu okresu zobowiązań w związku z przyznaniem pomocy 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2DA2A189" w14:textId="77777777" w:rsidR="00976FD0" w:rsidRPr="00B9681E" w:rsidRDefault="00976FD0" w:rsidP="00BA16EA">
      <w:pPr>
        <w:pStyle w:val="Akapitzlist"/>
        <w:numPr>
          <w:ilvl w:val="0"/>
          <w:numId w:val="5"/>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Przysługuje Pani/Panu prawo dostępu do Pani/Pana danych osobowych, prawo żądania ich sprostowania, usunięcia lub ograniczenia ich przetwarzania, w przypadkach określonych w RODO. </w:t>
      </w:r>
    </w:p>
    <w:p w14:paraId="531BD46B" w14:textId="77777777" w:rsidR="00976FD0" w:rsidRPr="00B9681E" w:rsidRDefault="00976FD0" w:rsidP="00BA16EA">
      <w:pPr>
        <w:pStyle w:val="Akapitzlist"/>
        <w:numPr>
          <w:ilvl w:val="0"/>
          <w:numId w:val="5"/>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6DB0E9EE" w14:textId="77777777" w:rsidR="00976FD0" w:rsidRPr="00B9681E" w:rsidRDefault="00976FD0" w:rsidP="00BA16EA">
      <w:pPr>
        <w:pStyle w:val="Akapitzlist"/>
        <w:numPr>
          <w:ilvl w:val="0"/>
          <w:numId w:val="5"/>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Pani/Pana dane Administrator uzyskał od </w:t>
      </w:r>
      <w:r>
        <w:rPr>
          <w:rFonts w:ascii="Times New Roman" w:hAnsi="Times New Roman" w:cs="Times New Roman"/>
          <w:spacing w:val="-6"/>
        </w:rPr>
        <w:t>Samorządu</w:t>
      </w:r>
      <w:r w:rsidRPr="00B9681E">
        <w:rPr>
          <w:rFonts w:ascii="Times New Roman" w:hAnsi="Times New Roman" w:cs="Times New Roman"/>
          <w:spacing w:val="-6"/>
        </w:rPr>
        <w:t xml:space="preserve"> Województwa.</w:t>
      </w:r>
    </w:p>
    <w:p w14:paraId="370B403B" w14:textId="77777777" w:rsidR="00976FD0" w:rsidRPr="00B9681E" w:rsidRDefault="00976FD0" w:rsidP="00976FD0">
      <w:pPr>
        <w:tabs>
          <w:tab w:val="left" w:pos="851"/>
        </w:tabs>
        <w:spacing w:before="120" w:after="0" w:line="240" w:lineRule="auto"/>
        <w:jc w:val="both"/>
        <w:rPr>
          <w:rFonts w:ascii="Times New Roman" w:eastAsia="Times New Roman" w:hAnsi="Times New Roman" w:cs="Times New Roman"/>
          <w:b/>
          <w:bCs/>
          <w:iCs/>
          <w:spacing w:val="-6"/>
          <w:lang w:eastAsia="en-GB"/>
        </w:rPr>
      </w:pPr>
    </w:p>
    <w:p w14:paraId="6F834FAE" w14:textId="77777777" w:rsidR="00976FD0" w:rsidRPr="00B9681E" w:rsidRDefault="00976FD0" w:rsidP="00976FD0">
      <w:pPr>
        <w:pStyle w:val="Akapitzlist"/>
        <w:spacing w:before="120" w:after="0" w:line="240" w:lineRule="auto"/>
        <w:ind w:left="284"/>
        <w:contextualSpacing w:val="0"/>
        <w:jc w:val="both"/>
        <w:rPr>
          <w:rFonts w:ascii="Times New Roman" w:hAnsi="Times New Roman" w:cs="Times New Roman"/>
          <w:spacing w:val="-6"/>
        </w:rPr>
      </w:pPr>
    </w:p>
    <w:p w14:paraId="031A2D7B" w14:textId="3A01D8C0" w:rsidR="00DE185C" w:rsidRPr="009D163F" w:rsidRDefault="00DE185C">
      <w:pPr>
        <w:rPr>
          <w:rFonts w:ascii="Times New Roman" w:hAnsi="Times New Roman" w:cs="Times New Roman"/>
          <w:b/>
          <w:bCs/>
          <w:spacing w:val="-6"/>
        </w:rPr>
      </w:pPr>
    </w:p>
    <w:sectPr w:rsidR="00DE185C" w:rsidRPr="009D163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816A27" w14:textId="77777777" w:rsidR="00AF6425" w:rsidRDefault="00AF6425" w:rsidP="009D163F">
      <w:pPr>
        <w:spacing w:after="0" w:line="240" w:lineRule="auto"/>
      </w:pPr>
      <w:r>
        <w:separator/>
      </w:r>
    </w:p>
  </w:endnote>
  <w:endnote w:type="continuationSeparator" w:id="0">
    <w:p w14:paraId="7A9423AC" w14:textId="77777777" w:rsidR="00AF6425" w:rsidRDefault="00AF6425" w:rsidP="009D1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B0AEC" w14:textId="77777777" w:rsidR="001D5C4D" w:rsidRDefault="001D5C4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2ED2F" w14:textId="77777777" w:rsidR="001D5C4D" w:rsidRDefault="001D5C4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71597" w14:textId="77777777" w:rsidR="001D5C4D" w:rsidRDefault="001D5C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14C73" w14:textId="77777777" w:rsidR="00AF6425" w:rsidRDefault="00AF6425" w:rsidP="009D163F">
      <w:pPr>
        <w:spacing w:after="0" w:line="240" w:lineRule="auto"/>
      </w:pPr>
      <w:r>
        <w:separator/>
      </w:r>
    </w:p>
  </w:footnote>
  <w:footnote w:type="continuationSeparator" w:id="0">
    <w:p w14:paraId="31C9B226" w14:textId="77777777" w:rsidR="00AF6425" w:rsidRDefault="00AF6425" w:rsidP="009D16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DA0DF" w14:textId="77777777" w:rsidR="001D5C4D" w:rsidRDefault="001D5C4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544F0" w14:textId="2E7A0A0B" w:rsidR="001E238C" w:rsidRPr="001D5C4D" w:rsidRDefault="005A015C" w:rsidP="005A015C">
    <w:pPr>
      <w:pStyle w:val="Nagwek"/>
      <w:jc w:val="right"/>
      <w:rPr>
        <w:color w:val="4472C4" w:themeColor="accent1"/>
        <w:sz w:val="16"/>
        <w:szCs w:val="16"/>
      </w:rPr>
    </w:pPr>
    <w:r w:rsidRPr="001D5C4D">
      <w:rPr>
        <w:color w:val="4472C4" w:themeColor="accent1"/>
        <w:sz w:val="16"/>
        <w:szCs w:val="16"/>
      </w:rPr>
      <w:t xml:space="preserve">Załącznik nr </w:t>
    </w:r>
    <w:r w:rsidR="003A3E4D">
      <w:rPr>
        <w:color w:val="4472C4" w:themeColor="accent1"/>
        <w:sz w:val="16"/>
        <w:szCs w:val="16"/>
      </w:rPr>
      <w:t>2</w:t>
    </w:r>
    <w:r w:rsidRPr="001D5C4D">
      <w:rPr>
        <w:color w:val="4472C4" w:themeColor="accent1"/>
        <w:sz w:val="16"/>
        <w:szCs w:val="16"/>
      </w:rPr>
      <w:t xml:space="preserve"> do umowy o przyznaniu pomocy w ramach interwencji</w:t>
    </w:r>
  </w:p>
  <w:p w14:paraId="2277AD25" w14:textId="14D1897A" w:rsidR="001D5C4D" w:rsidRPr="001D5C4D" w:rsidRDefault="005A015C" w:rsidP="001D5C4D">
    <w:pPr>
      <w:pStyle w:val="Nagwek"/>
      <w:jc w:val="right"/>
      <w:rPr>
        <w:color w:val="4472C4" w:themeColor="accent1"/>
        <w:sz w:val="16"/>
        <w:szCs w:val="16"/>
      </w:rPr>
    </w:pPr>
    <w:r w:rsidRPr="001D5C4D">
      <w:rPr>
        <w:color w:val="4472C4" w:themeColor="accent1"/>
        <w:sz w:val="16"/>
        <w:szCs w:val="16"/>
      </w:rPr>
      <w:t>I</w:t>
    </w:r>
    <w:r w:rsidR="001D5C4D" w:rsidRPr="001D5C4D">
      <w:rPr>
        <w:color w:val="4472C4" w:themeColor="accent1"/>
        <w:sz w:val="16"/>
        <w:szCs w:val="16"/>
      </w:rPr>
      <w:t xml:space="preserve"> </w:t>
    </w:r>
    <w:r w:rsidRPr="001D5C4D">
      <w:rPr>
        <w:color w:val="4472C4" w:themeColor="accent1"/>
        <w:sz w:val="16"/>
        <w:szCs w:val="16"/>
      </w:rPr>
      <w:t>13.1 LEADER/Rozwój Lokalny Kierowany przez Społeczność (RLKS)</w:t>
    </w:r>
    <w:r w:rsidR="001D5C4D">
      <w:rPr>
        <w:color w:val="4472C4" w:themeColor="accent1"/>
        <w:sz w:val="16"/>
        <w:szCs w:val="16"/>
      </w:rPr>
      <w:t>-</w:t>
    </w:r>
    <w:r w:rsidRPr="001D5C4D">
      <w:rPr>
        <w:color w:val="4472C4" w:themeColor="accent1"/>
        <w:sz w:val="16"/>
        <w:szCs w:val="16"/>
      </w:rPr>
      <w:t xml:space="preserve"> </w:t>
    </w:r>
  </w:p>
  <w:p w14:paraId="68923D2E" w14:textId="5F6E0F7A" w:rsidR="005A015C" w:rsidRPr="001D5C4D" w:rsidRDefault="005A015C" w:rsidP="001D5C4D">
    <w:pPr>
      <w:pStyle w:val="Nagwek"/>
      <w:ind w:firstLine="1985"/>
      <w:jc w:val="center"/>
      <w:rPr>
        <w:color w:val="4472C4" w:themeColor="accent1"/>
        <w:sz w:val="16"/>
        <w:szCs w:val="16"/>
      </w:rPr>
    </w:pPr>
    <w:r w:rsidRPr="001D5C4D">
      <w:rPr>
        <w:color w:val="4472C4" w:themeColor="accent1"/>
        <w:sz w:val="16"/>
        <w:szCs w:val="16"/>
      </w:rPr>
      <w:t xml:space="preserve">komponent Wdrażanie LSR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27098" w14:textId="77777777" w:rsidR="001D5C4D" w:rsidRDefault="001D5C4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6D4DEA"/>
    <w:multiLevelType w:val="hybridMultilevel"/>
    <w:tmpl w:val="87E277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72B399A"/>
    <w:multiLevelType w:val="hybridMultilevel"/>
    <w:tmpl w:val="FFE6DB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D027F1C"/>
    <w:multiLevelType w:val="hybridMultilevel"/>
    <w:tmpl w:val="7BBA1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4C85FE9"/>
    <w:multiLevelType w:val="hybridMultilevel"/>
    <w:tmpl w:val="7BBA10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559208E"/>
    <w:multiLevelType w:val="hybridMultilevel"/>
    <w:tmpl w:val="B5C26C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5754320">
    <w:abstractNumId w:val="4"/>
  </w:num>
  <w:num w:numId="2" w16cid:durableId="1625307551">
    <w:abstractNumId w:val="2"/>
  </w:num>
  <w:num w:numId="3" w16cid:durableId="1127435103">
    <w:abstractNumId w:val="0"/>
  </w:num>
  <w:num w:numId="4" w16cid:durableId="1516654850">
    <w:abstractNumId w:val="3"/>
  </w:num>
  <w:num w:numId="5" w16cid:durableId="18888353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163F"/>
    <w:rsid w:val="00043D07"/>
    <w:rsid w:val="001A2F03"/>
    <w:rsid w:val="001C002D"/>
    <w:rsid w:val="001D5C4D"/>
    <w:rsid w:val="001E238C"/>
    <w:rsid w:val="003A3E4D"/>
    <w:rsid w:val="00451C85"/>
    <w:rsid w:val="004D51C9"/>
    <w:rsid w:val="00523141"/>
    <w:rsid w:val="005407CA"/>
    <w:rsid w:val="005A015C"/>
    <w:rsid w:val="006A102D"/>
    <w:rsid w:val="006E456C"/>
    <w:rsid w:val="008B29D8"/>
    <w:rsid w:val="008D70B2"/>
    <w:rsid w:val="009366E4"/>
    <w:rsid w:val="00976FD0"/>
    <w:rsid w:val="00997694"/>
    <w:rsid w:val="009D163F"/>
    <w:rsid w:val="00A13547"/>
    <w:rsid w:val="00AF6425"/>
    <w:rsid w:val="00BA16EA"/>
    <w:rsid w:val="00CF225A"/>
    <w:rsid w:val="00DE185C"/>
    <w:rsid w:val="00F90E2D"/>
    <w:rsid w:val="00FD4D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909689"/>
  <w15:chartTrackingRefBased/>
  <w15:docId w15:val="{099EA655-0CF2-4FC0-A9FC-B01EA4605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163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D16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D163F"/>
  </w:style>
  <w:style w:type="paragraph" w:styleId="Stopka">
    <w:name w:val="footer"/>
    <w:basedOn w:val="Normalny"/>
    <w:link w:val="StopkaZnak"/>
    <w:uiPriority w:val="99"/>
    <w:unhideWhenUsed/>
    <w:rsid w:val="009D16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D163F"/>
  </w:style>
  <w:style w:type="paragraph" w:styleId="Akapitzlist">
    <w:name w:val="List Paragraph"/>
    <w:aliases w:val="Preambuła,L1,Numerowanie,CP-UC,CP-Punkty,Bullet List,List - bullets,Equipment,Bullet 1,List Paragraph1,List Paragraph Char Char,b1,Figure_name,Numbered Indented Text,lp1,List Paragraph11,Ref,Use Case List Paragraph Char,List_TIS"/>
    <w:basedOn w:val="Normalny"/>
    <w:link w:val="AkapitzlistZnak"/>
    <w:uiPriority w:val="34"/>
    <w:qFormat/>
    <w:rsid w:val="009D163F"/>
    <w:pPr>
      <w:ind w:left="720"/>
      <w:contextualSpacing/>
    </w:pPr>
  </w:style>
  <w:style w:type="character" w:customStyle="1" w:styleId="AkapitzlistZnak">
    <w:name w:val="Akapit z listą Znak"/>
    <w:aliases w:val="Preambuła Znak,L1 Znak,Numerowanie Znak,CP-UC Znak,CP-Punkty Znak,Bullet List Znak,List - bullets Znak,Equipment Znak,Bullet 1 Znak,List Paragraph1 Znak,List Paragraph Char Char Znak,b1 Znak,Figure_name Znak,lp1 Znak,Ref Znak"/>
    <w:basedOn w:val="Domylnaczcionkaakapitu"/>
    <w:link w:val="Akapitzlist"/>
    <w:uiPriority w:val="34"/>
    <w:qFormat/>
    <w:rsid w:val="009D16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0909F-8ED3-4398-B758-7D3EB021EB3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925FDA4-C0D8-4231-9570-E881433B3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5</Pages>
  <Words>2278</Words>
  <Characters>13669</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ARiMR</Company>
  <LinksUpToDate>false</LinksUpToDate>
  <CharactersWithSpaces>15916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Antoniewicz Justyna</dc:creator>
  <cp:keywords/>
  <dc:description/>
  <cp:lastModifiedBy>Hubert Marszałek</cp:lastModifiedBy>
  <cp:revision>12</cp:revision>
  <dcterms:created xsi:type="dcterms:W3CDTF">2024-08-19T09:19:00Z</dcterms:created>
  <dcterms:modified xsi:type="dcterms:W3CDTF">2025-02-07T12:54:00Z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b17617a1-f6bc-40b9-9487-cdb48dd19137</vt:lpwstr>
  </property>
  <property fmtid="{D5CDD505-2E9C-101B-9397-08002B2CF9AE}" pid="3" name="bjClsUserRVM">
    <vt:lpwstr>[]</vt:lpwstr>
  </property>
  <property fmtid="{D5CDD505-2E9C-101B-9397-08002B2CF9AE}" pid="4" name="bjSaver">
    <vt:lpwstr>rZOyVtrDNcY+ZyqPF8rgu/EnVRDetBFF</vt:lpwstr>
  </property>
  <property fmtid="{D5CDD505-2E9C-101B-9397-08002B2CF9AE}" pid="5"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6" name="bjDocumentLabelXML-0">
    <vt:lpwstr>ames.com/2008/01/sie/internal/label"&gt;&lt;element uid="e3529ac4-ce9c-4660-aa85-64853fbeee80" value="" /&gt;&lt;/sisl&gt;</vt:lpwstr>
  </property>
  <property fmtid="{D5CDD505-2E9C-101B-9397-08002B2CF9AE}" pid="7" name="bjDocumentSecurityLabel">
    <vt:lpwstr>Klasyfikacja: OGÓLNA</vt:lpwstr>
  </property>
</Properties>
</file>